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pPr w:leftFromText="141" w:rightFromText="141" w:vertAnchor="page" w:horzAnchor="margin" w:tblpY="1341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8"/>
        <w:gridCol w:w="1632"/>
        <w:gridCol w:w="3969"/>
      </w:tblGrid>
      <w:tr w:rsidR="00A81CB7" w14:paraId="52896BCE" w14:textId="77777777" w:rsidTr="00462BC1">
        <w:trPr>
          <w:trHeight w:val="1454"/>
        </w:trPr>
        <w:tc>
          <w:tcPr>
            <w:tcW w:w="4038" w:type="dxa"/>
            <w:vAlign w:val="bottom"/>
          </w:tcPr>
          <w:p w14:paraId="550A739A" w14:textId="1BF7EF77" w:rsidR="00A81CB7" w:rsidRPr="00A10E66" w:rsidRDefault="00A81CB7" w:rsidP="00A81CB7">
            <w:pPr>
              <w:rPr>
                <w:b/>
              </w:rPr>
            </w:pPr>
          </w:p>
        </w:tc>
        <w:tc>
          <w:tcPr>
            <w:tcW w:w="1632" w:type="dxa"/>
            <w:vAlign w:val="bottom"/>
          </w:tcPr>
          <w:p w14:paraId="0D01BE4E" w14:textId="10067263" w:rsidR="00A81CB7" w:rsidRPr="00A10E66" w:rsidRDefault="00A81CB7" w:rsidP="00A81CB7">
            <w:pPr>
              <w:rPr>
                <w:b/>
              </w:rPr>
            </w:pPr>
          </w:p>
        </w:tc>
        <w:tc>
          <w:tcPr>
            <w:tcW w:w="3969" w:type="dxa"/>
            <w:vAlign w:val="bottom"/>
          </w:tcPr>
          <w:p w14:paraId="16EE6445" w14:textId="77777777" w:rsidR="00A81CB7" w:rsidRPr="00BC1A62" w:rsidRDefault="00A81CB7" w:rsidP="00A81CB7">
            <w:pPr>
              <w:pStyle w:val="AK"/>
              <w:jc w:val="left"/>
            </w:pPr>
          </w:p>
        </w:tc>
      </w:tr>
      <w:tr w:rsidR="00A81CB7" w:rsidRPr="001D4CFB" w14:paraId="0E61702D" w14:textId="77777777" w:rsidTr="006A26B4">
        <w:trPr>
          <w:trHeight w:val="1525"/>
        </w:trPr>
        <w:tc>
          <w:tcPr>
            <w:tcW w:w="4038" w:type="dxa"/>
            <w:vAlign w:val="center"/>
          </w:tcPr>
          <w:p w14:paraId="5B89C596" w14:textId="78233A8E" w:rsidR="00A81CB7" w:rsidRPr="00C3423A" w:rsidRDefault="00567B30" w:rsidP="00255645">
            <w:pPr>
              <w:pStyle w:val="Adressaat"/>
              <w:framePr w:hSpace="0" w:wrap="auto" w:vAnchor="margin" w:hAnchor="text" w:yAlign="inline"/>
            </w:pPr>
            <w:r>
              <w:t>KORRALDUS</w:t>
            </w:r>
          </w:p>
        </w:tc>
        <w:tc>
          <w:tcPr>
            <w:tcW w:w="1632" w:type="dxa"/>
            <w:tcBorders>
              <w:left w:val="nil"/>
            </w:tcBorders>
            <w:vAlign w:val="bottom"/>
          </w:tcPr>
          <w:p w14:paraId="4F6DF42B" w14:textId="77777777" w:rsidR="00A81CB7" w:rsidRDefault="00A81CB7" w:rsidP="00255645">
            <w:pPr>
              <w:pStyle w:val="Adressaat"/>
              <w:framePr w:hSpace="0" w:wrap="auto" w:vAnchor="margin" w:hAnchor="text" w:yAlign="inline"/>
            </w:pPr>
          </w:p>
          <w:p w14:paraId="483CE5F2" w14:textId="77777777" w:rsidR="00A81CB7" w:rsidRPr="00C3423A" w:rsidRDefault="00A81CB7" w:rsidP="00255645">
            <w:pPr>
              <w:pStyle w:val="Adressaat"/>
              <w:framePr w:hSpace="0" w:wrap="auto" w:vAnchor="margin" w:hAnchor="text" w:yAlign="inline"/>
            </w:pPr>
          </w:p>
        </w:tc>
        <w:tc>
          <w:tcPr>
            <w:tcW w:w="3969" w:type="dxa"/>
            <w:vAlign w:val="bottom"/>
          </w:tcPr>
          <w:p w14:paraId="4C922668" w14:textId="77777777" w:rsidR="00A81CB7" w:rsidRPr="006B118C" w:rsidRDefault="00A81CB7" w:rsidP="00255645">
            <w:pPr>
              <w:spacing w:line="240" w:lineRule="auto"/>
              <w:jc w:val="left"/>
            </w:pPr>
          </w:p>
          <w:p w14:paraId="1DD84F28" w14:textId="7FF8E72A" w:rsidR="00A81CB7" w:rsidRPr="001D4CFB" w:rsidRDefault="00A81CB7" w:rsidP="0066643F">
            <w:pPr>
              <w:spacing w:line="240" w:lineRule="auto"/>
              <w:jc w:val="left"/>
            </w:pPr>
            <w:r w:rsidRPr="00BF2336">
              <w:t xml:space="preserve"> </w:t>
            </w:r>
            <w:sdt>
              <w:sdtPr>
                <w:alias w:val="Registreerimise kuupäev"/>
                <w:tag w:val="RMRegistrationDate"/>
                <w:id w:val="-2066484660"/>
                <w:placeholder>
                  <w:docPart w:val="EA0AB8696FCF463B8B522F57A37B4682"/>
                </w:placeholder>
                <w:showingPlcHdr/>
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RegistrationDate[1]" w:storeItemID="{3F8531F2-CDB4-4DD0-8B30-1E063ADC061F}"/>
                <w:date>
                  <w:dateFormat w:val="d. MMMM 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6643F" w:rsidRPr="00192414">
                  <w:rPr>
                    <w:rStyle w:val="Kohatitetekst"/>
                  </w:rPr>
                  <w:t>[Registreerimise kuupäev]</w:t>
                </w:r>
              </w:sdtContent>
            </w:sdt>
            <w:r w:rsidR="00544ED0">
              <w:t xml:space="preserve"> nr</w:t>
            </w:r>
            <w:r w:rsidRPr="00BF2336">
              <w:t xml:space="preserve"> </w:t>
            </w:r>
            <w:sdt>
              <w:sdtPr>
                <w:alias w:val="Registreerimisnumber"/>
                <w:tag w:val="RMReferenceCode"/>
                <w:id w:val="-1867818586"/>
                <w:placeholder>
                  <w:docPart w:val="13AD8CBD24A746B5BCE34435A25E09F8"/>
                </w:placeholder>
                <w:showingPlcHdr/>
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ReferenceCode[1]" w:storeItemID="{3F8531F2-CDB4-4DD0-8B30-1E063ADC061F}"/>
                <w:text/>
              </w:sdtPr>
              <w:sdtEndPr/>
              <w:sdtContent>
                <w:r w:rsidR="0066643F" w:rsidRPr="00192414">
                  <w:rPr>
                    <w:rStyle w:val="Kohatitetekst"/>
                  </w:rPr>
                  <w:t>[Registreerimisnumber]</w:t>
                </w:r>
              </w:sdtContent>
            </w:sdt>
          </w:p>
        </w:tc>
      </w:tr>
    </w:tbl>
    <w:p w14:paraId="1316A8AB" w14:textId="11AA739D" w:rsidR="00A81CB7" w:rsidRDefault="00005ADE" w:rsidP="00A81CB7">
      <w:r>
        <w:rPr>
          <w:noProof/>
        </w:rPr>
        <w:drawing>
          <wp:anchor distT="0" distB="0" distL="114300" distR="114300" simplePos="0" relativeHeight="251662336" behindDoc="1" locked="0" layoutInCell="1" allowOverlap="1" wp14:anchorId="66FB90B9" wp14:editId="781C4F2A">
            <wp:simplePos x="0" y="0"/>
            <wp:positionH relativeFrom="column">
              <wp:posOffset>-628650</wp:posOffset>
            </wp:positionH>
            <wp:positionV relativeFrom="paragraph">
              <wp:posOffset>11430</wp:posOffset>
            </wp:positionV>
            <wp:extent cx="2028825" cy="657225"/>
            <wp:effectExtent l="0" t="0" r="9525" b="9525"/>
            <wp:wrapNone/>
            <wp:docPr id="611437542" name="Pilt 1" descr="Pilt, millel on kujutatud visand, joonistamine, Joonistuskunst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437542" name="Pilt 1" descr="Pilt, millel on kujutatud visand, joonistamine, Joonistuskunst, Font&#10;&#10;Kirjeldus on genereeritud automaatselt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1CB7" w:rsidRPr="00B466B3">
        <w:rPr>
          <w:noProof/>
          <w:lang w:eastAsia="et-EE" w:bidi="ar-S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440017B" wp14:editId="1428D714">
                <wp:simplePos x="0" y="0"/>
                <wp:positionH relativeFrom="column">
                  <wp:posOffset>3491865</wp:posOffset>
                </wp:positionH>
                <wp:positionV relativeFrom="page">
                  <wp:posOffset>295275</wp:posOffset>
                </wp:positionV>
                <wp:extent cx="2762250" cy="1087120"/>
                <wp:effectExtent l="0" t="0" r="0" b="0"/>
                <wp:wrapNone/>
                <wp:docPr id="30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8BCBB" w14:textId="2348E154" w:rsidR="00C3423A" w:rsidRPr="00A81CB7" w:rsidRDefault="00C3423A" w:rsidP="00C3423A">
                            <w:pPr>
                              <w:pStyle w:val="JPP"/>
                              <w:rPr>
                                <w:b/>
                              </w:rPr>
                            </w:pPr>
                            <w:r w:rsidRPr="00A81CB7">
                              <w:rPr>
                                <w:b/>
                              </w:rPr>
                              <w:t>ASUTUSESISESEKS</w:t>
                            </w:r>
                            <w:r w:rsidR="00A81CB7">
                              <w:rPr>
                                <w:b/>
                              </w:rPr>
                              <w:t xml:space="preserve"> </w:t>
                            </w:r>
                            <w:r w:rsidRPr="00A81CB7">
                              <w:rPr>
                                <w:b/>
                              </w:rPr>
                              <w:t xml:space="preserve"> KASUTAMISEKS</w:t>
                            </w:r>
                          </w:p>
                          <w:p w14:paraId="686D15E4" w14:textId="035602F1" w:rsidR="00C3423A" w:rsidRDefault="00C3423A" w:rsidP="00C3423A">
                            <w:pPr>
                              <w:pStyle w:val="JPP"/>
                            </w:pPr>
                            <w:r>
                              <w:t xml:space="preserve">Märge tehtud: </w:t>
                            </w:r>
                            <w:sdt>
                              <w:sdtPr>
                                <w:alias w:val="Juurdepääsupiirangu algusaeg"/>
                                <w:tag w:val="RMAccessRestrictedFrom"/>
                                <w:id w:val="839279352"/>
                                <w:placeholder>
                                  <w:docPart w:val="3741764DC57F4429A417A0C8317AA977"/>
                                </w:placeholder>
                                <w:showingPlcHdr/>
      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edFrom[1]" w:storeItemID="{3F8531F2-CDB4-4DD0-8B30-1E063ADC061F}"/>
                                <w:date>
                                  <w:dateFormat w:val="dd.MM.yyyy"/>
                                  <w:lid w:val="et-EE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66643F" w:rsidRPr="00192414">
                                  <w:rPr>
                                    <w:rStyle w:val="Kohatitetekst"/>
                                  </w:rPr>
                                  <w:t>[Juurdepääsupiirangu algusaeg]</w:t>
                                </w:r>
                              </w:sdtContent>
                            </w:sdt>
                            <w:r w:rsidRPr="00272399">
                              <w:fldChar w:fldCharType="begin"/>
                            </w:r>
                            <w:r w:rsidRPr="00272399">
                              <w:instrText xml:space="preserve"> DOCPROPERTY  delta_accessRestrictionBeginDate  \* MERGEFORMAT </w:instrText>
                            </w:r>
                            <w:r w:rsidRPr="00272399">
                              <w:fldChar w:fldCharType="end"/>
                            </w:r>
                          </w:p>
                          <w:p w14:paraId="3BEDC25E" w14:textId="6301EC82" w:rsidR="00C3423A" w:rsidRPr="00272399" w:rsidRDefault="00C3423A" w:rsidP="00C3423A">
                            <w:pPr>
                              <w:pStyle w:val="JPP"/>
                            </w:pPr>
                            <w:r>
                              <w:t xml:space="preserve">Juurdepääsupiirang kehtib kuni: </w:t>
                            </w:r>
                            <w:sdt>
                              <w:sdtPr>
                                <w:alias w:val="Juurdepääsupiirangu lõpp"/>
                                <w:tag w:val="RMAccessRestrictedUntil"/>
                                <w:id w:val="2081401220"/>
                                <w:placeholder>
                                  <w:docPart w:val="3B98FB387A86469AA7107B081ED47EB7"/>
                                </w:placeholder>
                                <w:showingPlcHdr/>
      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edUntil[1]" w:storeItemID="{3F8531F2-CDB4-4DD0-8B30-1E063ADC061F}"/>
                                <w:date>
                                  <w:dateFormat w:val="dd.MM.yyyy"/>
                                  <w:lid w:val="et-EE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66643F" w:rsidRPr="00192414">
                                  <w:rPr>
                                    <w:rStyle w:val="Kohatitetekst"/>
                                  </w:rPr>
                                  <w:t>[Juurdepääsupiirangu lõpp]</w:t>
                                </w:r>
                              </w:sdtContent>
                            </w:sdt>
                          </w:p>
                          <w:p w14:paraId="2B465143" w14:textId="3E3D0A9A" w:rsidR="00C3423A" w:rsidRDefault="00C3423A" w:rsidP="00C3423A">
                            <w:pPr>
                              <w:pStyle w:val="JPP"/>
                            </w:pPr>
                            <w:r>
                              <w:t>Alus:</w:t>
                            </w:r>
                            <w:r w:rsidRPr="00626198">
                              <w:t xml:space="preserve"> </w:t>
                            </w:r>
                            <w:sdt>
                              <w:sdtPr>
                                <w:alias w:val="Alus"/>
                                <w:tag w:val="RMAccessRestrictionReason"/>
                                <w:id w:val="-1507283113"/>
                                <w:lock w:val="contentLocked"/>
                                <w:placeholder>
                                  <w:docPart w:val="8A166F30C32743F7A7DC2BD79E7F510E"/>
                                </w:placeholder>
      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ionReason[1]" w:storeItemID="{3F8531F2-CDB4-4DD0-8B30-1E063ADC061F}"/>
                                <w:text/>
                              </w:sdtPr>
                              <w:sdtEndPr/>
                              <w:sdtContent>
                                <w:r w:rsidR="006A26B4">
                                  <w:t>AvTS § 35 lg 1 p 12</w:t>
                                </w:r>
                              </w:sdtContent>
                            </w:sdt>
                          </w:p>
                          <w:p w14:paraId="43A84B42" w14:textId="366D0E73" w:rsidR="00C3423A" w:rsidRDefault="00C3423A" w:rsidP="00C3423A">
                            <w:pPr>
                              <w:pStyle w:val="JPP"/>
                            </w:pPr>
                            <w:r>
                              <w:t xml:space="preserve">Teabevaldaja: </w:t>
                            </w:r>
                            <w:r w:rsidRPr="00272399">
                              <w:fldChar w:fldCharType="begin"/>
                            </w:r>
                            <w:r w:rsidRPr="00272399">
                              <w:instrText xml:space="preserve"> DOCPROPERTY  delta_accessRestrictionReason  \* MERGEFORMAT </w:instrText>
                            </w:r>
                            <w:r w:rsidRPr="00272399">
                              <w:fldChar w:fldCharType="end"/>
                            </w:r>
                            <w:r w:rsidR="00557E16">
                              <w:t>Maa-</w:t>
                            </w:r>
                            <w:r w:rsidR="00005ADE">
                              <w:t xml:space="preserve"> ja Ruumi</w:t>
                            </w:r>
                            <w:r w:rsidR="00557E16">
                              <w:t>amet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0017B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left:0;text-align:left;margin-left:274.95pt;margin-top:23.25pt;width:217.5pt;height:8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" stroked="f">
                <v:textbox>
                  <w:txbxContent>
                    <w:p w14:paraId="33F8BCBB" w14:textId="2348E154" w:rsidR="00C3423A" w:rsidRPr="00A81CB7" w:rsidRDefault="00C3423A" w:rsidP="00C3423A">
                      <w:pPr>
                        <w:pStyle w:val="JPP"/>
                        <w:rPr>
                          <w:b/>
                        </w:rPr>
                      </w:pPr>
                      <w:r w:rsidRPr="00A81CB7">
                        <w:rPr>
                          <w:b/>
                        </w:rPr>
                        <w:t>ASUTUSESISESEKS</w:t>
                      </w:r>
                      <w:r w:rsidR="00A81CB7">
                        <w:rPr>
                          <w:b/>
                        </w:rPr>
                        <w:t xml:space="preserve"> </w:t>
                      </w:r>
                      <w:r w:rsidRPr="00A81CB7">
                        <w:rPr>
                          <w:b/>
                        </w:rPr>
                        <w:t xml:space="preserve"> KASUTAMISEKS</w:t>
                      </w:r>
                    </w:p>
                    <w:p w14:paraId="686D15E4" w14:textId="035602F1" w:rsidR="00C3423A" w:rsidRDefault="00C3423A" w:rsidP="00C3423A">
                      <w:pPr>
                        <w:pStyle w:val="JPP"/>
                      </w:pPr>
                      <w:r>
                        <w:t xml:space="preserve">Märge tehtud: </w:t>
                      </w:r>
                      <w:sdt>
                        <w:sdtPr>
                          <w:alias w:val="Juurdepääsupiirangu algusaeg"/>
                          <w:tag w:val="RMAccessRestrictedFrom"/>
                          <w:id w:val="839279352"/>
                          <w:placeholder>
                            <w:docPart w:val="3741764DC57F4429A417A0C8317AA977"/>
                          </w:placeholder>
                          <w:showingPlcHdr/>
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edFrom[1]" w:storeItemID="{3F8531F2-CDB4-4DD0-8B30-1E063ADC061F}"/>
                          <w:date>
                            <w:dateFormat w:val="dd.MM.yyyy"/>
                            <w:lid w:val="et-E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66643F" w:rsidRPr="00192414">
                            <w:rPr>
                              <w:rStyle w:val="Kohatitetekst"/>
                            </w:rPr>
                            <w:t>[Juurdepääsupiirangu algusaeg]</w:t>
                          </w:r>
                        </w:sdtContent>
                      </w:sdt>
                      <w:r w:rsidRPr="00272399">
                        <w:fldChar w:fldCharType="begin"/>
                      </w:r>
                      <w:r w:rsidRPr="00272399">
                        <w:instrText xml:space="preserve"> DOCPROPERTY  delta_accessRestrictionBeginDate  \* MERGEFORMAT </w:instrText>
                      </w:r>
                      <w:r w:rsidRPr="00272399">
                        <w:fldChar w:fldCharType="end"/>
                      </w:r>
                    </w:p>
                    <w:p w14:paraId="3BEDC25E" w14:textId="6301EC82" w:rsidR="00C3423A" w:rsidRPr="00272399" w:rsidRDefault="00C3423A" w:rsidP="00C3423A">
                      <w:pPr>
                        <w:pStyle w:val="JPP"/>
                      </w:pPr>
                      <w:r>
                        <w:t xml:space="preserve">Juurdepääsupiirang kehtib kuni: </w:t>
                      </w:r>
                      <w:sdt>
                        <w:sdtPr>
                          <w:alias w:val="Juurdepääsupiirangu lõpp"/>
                          <w:tag w:val="RMAccessRestrictedUntil"/>
                          <w:id w:val="2081401220"/>
                          <w:placeholder>
                            <w:docPart w:val="3B98FB387A86469AA7107B081ED47EB7"/>
                          </w:placeholder>
                          <w:showingPlcHdr/>
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edUntil[1]" w:storeItemID="{3F8531F2-CDB4-4DD0-8B30-1E063ADC061F}"/>
                          <w:date>
                            <w:dateFormat w:val="dd.MM.yyyy"/>
                            <w:lid w:val="et-E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66643F" w:rsidRPr="00192414">
                            <w:rPr>
                              <w:rStyle w:val="Kohatitetekst"/>
                            </w:rPr>
                            <w:t>[Juurdepääsupiirangu lõpp]</w:t>
                          </w:r>
                        </w:sdtContent>
                      </w:sdt>
                    </w:p>
                    <w:p w14:paraId="2B465143" w14:textId="3E3D0A9A" w:rsidR="00C3423A" w:rsidRDefault="00C3423A" w:rsidP="00C3423A">
                      <w:pPr>
                        <w:pStyle w:val="JPP"/>
                      </w:pPr>
                      <w:r>
                        <w:t>Alus:</w:t>
                      </w:r>
                      <w:r w:rsidRPr="00626198">
                        <w:t xml:space="preserve"> </w:t>
                      </w:r>
                      <w:sdt>
                        <w:sdtPr>
                          <w:alias w:val="Alus"/>
                          <w:tag w:val="RMAccessRestrictionReason"/>
                          <w:id w:val="-1507283113"/>
                          <w:lock w:val="contentLocked"/>
                          <w:placeholder>
                            <w:docPart w:val="8A166F30C32743F7A7DC2BD79E7F510E"/>
                          </w:placeholder>
                          <w:dataBinding w:prefixMappings="xmlns:ns0='http://schemas.microsoft.com/office/2006/metadata/properties' xmlns:ns1='http://www.w3.org/2001/XMLSchema-instance' xmlns:ns2='141f1e58-04cc-45e0-9e96-d6560759fb97' " w:xpath="/ns0:properties[1]/documentManagement[1]/ns2:RMAccessRestrictionReason[1]" w:storeItemID="{3F8531F2-CDB4-4DD0-8B30-1E063ADC061F}"/>
                          <w:text/>
                        </w:sdtPr>
                        <w:sdtEndPr/>
                        <w:sdtContent>
                          <w:r w:rsidR="006A26B4">
                            <w:t>AvTS § 35 lg 1 p 12</w:t>
                          </w:r>
                        </w:sdtContent>
                      </w:sdt>
                    </w:p>
                    <w:p w14:paraId="43A84B42" w14:textId="366D0E73" w:rsidR="00C3423A" w:rsidRDefault="00C3423A" w:rsidP="00C3423A">
                      <w:pPr>
                        <w:pStyle w:val="JPP"/>
                      </w:pPr>
                      <w:r>
                        <w:t xml:space="preserve">Teabevaldaja: </w:t>
                      </w:r>
                      <w:r w:rsidRPr="00272399">
                        <w:fldChar w:fldCharType="begin"/>
                      </w:r>
                      <w:r w:rsidRPr="00272399">
                        <w:instrText xml:space="preserve"> DOCPROPERTY  delta_accessRestrictionReason  \* MERGEFORMAT </w:instrText>
                      </w:r>
                      <w:r w:rsidRPr="00272399">
                        <w:fldChar w:fldCharType="end"/>
                      </w:r>
                      <w:r w:rsidR="00557E16">
                        <w:t>Maa-</w:t>
                      </w:r>
                      <w:r w:rsidR="00005ADE">
                        <w:t xml:space="preserve"> ja Ruumi</w:t>
                      </w:r>
                      <w:r w:rsidR="00557E16">
                        <w:t>amet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dt>
      <w:sdtPr>
        <w:alias w:val="Tiitel"/>
        <w:tag w:val=""/>
        <w:id w:val="1521119432"/>
        <w:placeholder>
          <w:docPart w:val="BC5F034C103C4C71A1EB8B21AB93853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2D76A2C4" w14:textId="0F1CF417" w:rsidR="00C459CC" w:rsidRDefault="00731259" w:rsidP="00BF7B24">
          <w:pPr>
            <w:pStyle w:val="peakiri"/>
            <w:tabs>
              <w:tab w:val="left" w:pos="4111"/>
              <w:tab w:val="left" w:pos="4253"/>
            </w:tabs>
            <w:ind w:right="5101"/>
            <w:jc w:val="left"/>
          </w:pPr>
          <w:r>
            <w:t>1. Maa- ja Ruumiameti korralduse eelnõu</w:t>
          </w:r>
        </w:p>
      </w:sdtContent>
    </w:sdt>
    <w:p w14:paraId="316F8FAC" w14:textId="77777777" w:rsidR="006A26B4" w:rsidRPr="00BD4E9F" w:rsidRDefault="006A26B4" w:rsidP="006A26B4">
      <w:pPr>
        <w:numPr>
          <w:ilvl w:val="0"/>
          <w:numId w:val="1"/>
        </w:numPr>
        <w:tabs>
          <w:tab w:val="left" w:pos="5670"/>
        </w:tabs>
        <w:rPr>
          <w:rFonts w:eastAsia="Times New Roman"/>
          <w:kern w:val="0"/>
          <w:lang w:eastAsia="en-US" w:bidi="ar-SA"/>
        </w:rPr>
      </w:pPr>
      <w:r w:rsidRPr="00BD4E9F">
        <w:rPr>
          <w:rFonts w:eastAsia="Times New Roman"/>
          <w:kern w:val="0"/>
          <w:lang w:eastAsia="en-US" w:bidi="ar-SA"/>
        </w:rPr>
        <w:t>ASJAOLUD JA MENETLUSE KÄIK</w:t>
      </w:r>
    </w:p>
    <w:p w14:paraId="1FE793A0" w14:textId="77777777" w:rsidR="006A26B4" w:rsidRPr="00BD4E9F" w:rsidRDefault="006A26B4" w:rsidP="006A26B4">
      <w:pPr>
        <w:tabs>
          <w:tab w:val="left" w:pos="5670"/>
        </w:tabs>
        <w:rPr>
          <w:rFonts w:eastAsia="Times New Roman"/>
          <w:kern w:val="0"/>
          <w:lang w:eastAsia="en-US" w:bidi="ar-SA"/>
        </w:rPr>
      </w:pPr>
    </w:p>
    <w:p w14:paraId="1217284F" w14:textId="77777777" w:rsidR="006A26B4" w:rsidRPr="00867E7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327EBE">
        <w:t>Riigihalduse ministri 13.02.2018 käskkirjaga nr 1.1-4/41 kehtestati Harju maakonnaplaneering „Rail Baltic raudtee trassi koridori asukoha määramine“.</w:t>
      </w:r>
      <w:r w:rsidRPr="00EF656E">
        <w:t xml:space="preserve"> Raudteetaristu ja teenindusrajatiste asukoht ja raudtee maavajadus on täpsustatud raudtee põhiprojektiga. Majandus- ja Kommunikatsiooniministeerium (edaspidi MKM), Keskkonnaministeerium ja Maa-amet sõlmisid 06.09.2016 koostöökokkuleppe nr 24.5-6/16-025, mille kohaselt viib Rail Balticu projektis maade omandamise menetlusi läbi Maa-amet. Raudteetaristu arendamist koordineerib alates 01.07.2023 Vabariigi Valitsuse seaduse (edaspidi VVS) § 61 lõike 1 alusel MKM</w:t>
      </w:r>
      <w:r>
        <w:t>-i</w:t>
      </w:r>
      <w:r w:rsidRPr="00EF656E">
        <w:t xml:space="preserve"> asemel Kliimaministeerium (edaspidi KLIM). VVS § 105</w:t>
      </w:r>
      <w:r>
        <w:rPr>
          <w:rFonts w:eastAsia="Times New Roman"/>
          <w:kern w:val="0"/>
          <w:vertAlign w:val="superscript"/>
          <w:lang w:eastAsia="en-US" w:bidi="ar-SA"/>
        </w:rPr>
        <w:t>19</w:t>
      </w:r>
      <w:r w:rsidRPr="00EF656E">
        <w:t xml:space="preserve"> lõigete 3 ja 5 alusel loeti MKM</w:t>
      </w:r>
      <w:r>
        <w:t>-i</w:t>
      </w:r>
      <w:r w:rsidRPr="00EF656E">
        <w:t xml:space="preserve"> ja Keskkonnaministeeriumi asemel koostöökokkuleppe osapoolteks KLIM ning Regionaal- ja Põllumajandusministeerium (edaspidi </w:t>
      </w:r>
      <w:proofErr w:type="spellStart"/>
      <w:r w:rsidRPr="00EF656E">
        <w:t>ReM</w:t>
      </w:r>
      <w:proofErr w:type="spellEnd"/>
      <w:r w:rsidRPr="00EF656E">
        <w:t xml:space="preserve">). </w:t>
      </w:r>
      <w:r w:rsidRPr="00F513D3">
        <w:rPr>
          <w:rFonts w:eastAsia="Times New Roman"/>
          <w:kern w:val="0"/>
          <w:lang w:eastAsia="en-US" w:bidi="ar-SA"/>
        </w:rPr>
        <w:t xml:space="preserve">Kliimaminister </w:t>
      </w:r>
      <w:r>
        <w:rPr>
          <w:rFonts w:eastAsia="Times New Roman"/>
          <w:kern w:val="0"/>
          <w:lang w:eastAsia="en-US" w:bidi="ar-SA"/>
        </w:rPr>
        <w:t xml:space="preserve">volitas </w:t>
      </w:r>
      <w:r w:rsidRPr="00F513D3">
        <w:rPr>
          <w:rFonts w:eastAsia="Times New Roman"/>
          <w:kern w:val="0"/>
          <w:lang w:eastAsia="en-US" w:bidi="ar-SA"/>
        </w:rPr>
        <w:t>Maa-ameti</w:t>
      </w:r>
      <w:r>
        <w:rPr>
          <w:rFonts w:eastAsia="Times New Roman"/>
          <w:kern w:val="0"/>
          <w:lang w:eastAsia="en-US" w:bidi="ar-SA"/>
        </w:rPr>
        <w:t>t</w:t>
      </w:r>
      <w:r w:rsidRPr="00F513D3">
        <w:rPr>
          <w:rFonts w:eastAsia="Times New Roman"/>
          <w:kern w:val="0"/>
          <w:lang w:eastAsia="en-US" w:bidi="ar-SA"/>
        </w:rPr>
        <w:t xml:space="preserve"> 25.09.2023 </w:t>
      </w:r>
      <w:r>
        <w:rPr>
          <w:rFonts w:eastAsia="Times New Roman"/>
          <w:kern w:val="0"/>
          <w:lang w:eastAsia="en-US" w:bidi="ar-SA"/>
        </w:rPr>
        <w:t xml:space="preserve">notariaalse volikirja alusel </w:t>
      </w:r>
      <w:r w:rsidRPr="00F513D3">
        <w:rPr>
          <w:rFonts w:eastAsia="Times New Roman"/>
          <w:kern w:val="0"/>
          <w:lang w:eastAsia="en-US" w:bidi="ar-SA"/>
        </w:rPr>
        <w:t>esinda</w:t>
      </w:r>
      <w:r>
        <w:rPr>
          <w:rFonts w:eastAsia="Times New Roman"/>
          <w:kern w:val="0"/>
          <w:lang w:eastAsia="en-US" w:bidi="ar-SA"/>
        </w:rPr>
        <w:t>m</w:t>
      </w:r>
      <w:r w:rsidRPr="00F513D3">
        <w:rPr>
          <w:rFonts w:eastAsia="Times New Roman"/>
          <w:kern w:val="0"/>
          <w:lang w:eastAsia="en-US" w:bidi="ar-SA"/>
        </w:rPr>
        <w:t xml:space="preserve">a riiki </w:t>
      </w:r>
      <w:proofErr w:type="spellStart"/>
      <w:r w:rsidRPr="00F513D3">
        <w:rPr>
          <w:rFonts w:eastAsia="Times New Roman"/>
          <w:kern w:val="0"/>
          <w:lang w:eastAsia="en-US" w:bidi="ar-SA"/>
        </w:rPr>
        <w:t>KLIM-i</w:t>
      </w:r>
      <w:proofErr w:type="spellEnd"/>
      <w:r w:rsidRPr="00F513D3">
        <w:rPr>
          <w:rFonts w:eastAsia="Times New Roman"/>
          <w:kern w:val="0"/>
          <w:lang w:eastAsia="en-US" w:bidi="ar-SA"/>
        </w:rPr>
        <w:t xml:space="preserve"> valitsemisele kuuluvate kinnistutega maakorraldustoimingute läbiviimisel. </w:t>
      </w:r>
      <w:r>
        <w:t>VVS</w:t>
      </w:r>
      <w:r w:rsidRPr="00EF656E">
        <w:t xml:space="preserve"> § </w:t>
      </w:r>
      <w:r w:rsidRPr="00F74794">
        <w:t>105</w:t>
      </w:r>
      <w:r>
        <w:rPr>
          <w:rFonts w:eastAsia="Times New Roman"/>
          <w:kern w:val="0"/>
          <w:vertAlign w:val="superscript"/>
          <w:lang w:eastAsia="en-US" w:bidi="ar-SA"/>
        </w:rPr>
        <w:t>20</w:t>
      </w:r>
      <w:r w:rsidRPr="00EF656E">
        <w:t xml:space="preserve"> kohaselt on alates 01.01.2025 Maa-amet korraldatud ümber Maa- ja Ruumiametiks </w:t>
      </w:r>
      <w:r>
        <w:t xml:space="preserve">(edaspidi </w:t>
      </w:r>
      <w:proofErr w:type="spellStart"/>
      <w:r>
        <w:t>MaRu</w:t>
      </w:r>
      <w:proofErr w:type="spellEnd"/>
      <w:r>
        <w:t xml:space="preserve">) </w:t>
      </w:r>
      <w:r w:rsidRPr="00EF656E">
        <w:t xml:space="preserve">ning on </w:t>
      </w:r>
      <w:proofErr w:type="spellStart"/>
      <w:r w:rsidRPr="00EF656E">
        <w:t>ReM-i</w:t>
      </w:r>
      <w:proofErr w:type="spellEnd"/>
      <w:r w:rsidRPr="00EF656E">
        <w:t xml:space="preserve"> asemel MKM-i valitsemisalas.</w:t>
      </w:r>
    </w:p>
    <w:p w14:paraId="1D72279B" w14:textId="77777777" w:rsidR="006A26B4" w:rsidRPr="0090331F" w:rsidRDefault="006A26B4" w:rsidP="006A26B4">
      <w:pPr>
        <w:tabs>
          <w:tab w:val="left" w:pos="5670"/>
        </w:tabs>
        <w:spacing w:line="240" w:lineRule="auto"/>
      </w:pPr>
    </w:p>
    <w:p w14:paraId="3F663508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>
        <w:t>Harju</w:t>
      </w:r>
      <w:r w:rsidRPr="001327FA">
        <w:t xml:space="preserve"> maakonnas </w:t>
      </w:r>
      <w:r>
        <w:t>Saku</w:t>
      </w:r>
      <w:r w:rsidRPr="001327FA">
        <w:t xml:space="preserve"> vallas </w:t>
      </w:r>
      <w:proofErr w:type="spellStart"/>
      <w:r>
        <w:t>Saustinõmme</w:t>
      </w:r>
      <w:proofErr w:type="spellEnd"/>
      <w:r w:rsidRPr="001327FA">
        <w:t xml:space="preserve"> külas paikneva</w:t>
      </w:r>
      <w:r>
        <w:t xml:space="preserve"> </w:t>
      </w:r>
      <w:r w:rsidRPr="001327FA">
        <w:t xml:space="preserve">kinnistu registriosa nr </w:t>
      </w:r>
      <w:r w:rsidRPr="00065571">
        <w:rPr>
          <w:b/>
          <w:bCs/>
        </w:rPr>
        <w:t>10121902</w:t>
      </w:r>
      <w:r w:rsidRPr="001327FA">
        <w:t xml:space="preserve"> koosseisu kuulu</w:t>
      </w:r>
      <w:r>
        <w:t>nud</w:t>
      </w:r>
      <w:r w:rsidRPr="001327FA">
        <w:t xml:space="preserve"> </w:t>
      </w:r>
      <w:r>
        <w:t>Kokasoone</w:t>
      </w:r>
      <w:r w:rsidRPr="001327FA">
        <w:t xml:space="preserve"> katastriüksus</w:t>
      </w:r>
      <w:r>
        <w:t xml:space="preserve"> (endise </w:t>
      </w:r>
      <w:r w:rsidRPr="001327FA">
        <w:t xml:space="preserve">katastritunnusega </w:t>
      </w:r>
      <w:r w:rsidRPr="001A253A">
        <w:t>71801:001:0548</w:t>
      </w:r>
      <w:r>
        <w:t xml:space="preserve">, </w:t>
      </w:r>
      <w:r w:rsidRPr="006D7D19">
        <w:t>pindala</w:t>
      </w:r>
      <w:r>
        <w:t>ga</w:t>
      </w:r>
      <w:r w:rsidRPr="006D7D19">
        <w:t xml:space="preserve"> 9156 m²</w:t>
      </w:r>
      <w:r>
        <w:t xml:space="preserve">, sihtotstarbega maatulundusmaa 100%), </w:t>
      </w:r>
      <w:r w:rsidRPr="001327FA">
        <w:t xml:space="preserve">edaspidi </w:t>
      </w:r>
      <w:r w:rsidRPr="006D7D19">
        <w:rPr>
          <w:b/>
          <w:bCs/>
        </w:rPr>
        <w:t>Kokasoone kinnisasi</w:t>
      </w:r>
      <w:r>
        <w:t>,</w:t>
      </w:r>
      <w:r w:rsidRPr="001327FA">
        <w:t xml:space="preserve"> jä</w:t>
      </w:r>
      <w:r>
        <w:t>i</w:t>
      </w:r>
      <w:r w:rsidRPr="001327FA">
        <w:t xml:space="preserve"> Rail Baltic raudtee põhiprojekti kohaselt osaliselt</w:t>
      </w:r>
      <w:r>
        <w:t xml:space="preserve">, </w:t>
      </w:r>
      <w:r w:rsidRPr="00F56323">
        <w:rPr>
          <w:i/>
          <w:iCs/>
        </w:rPr>
        <w:t xml:space="preserve">ca </w:t>
      </w:r>
      <w:r>
        <w:t>0,37 ha ulatuses</w:t>
      </w:r>
      <w:r w:rsidRPr="001327FA">
        <w:t xml:space="preserve"> </w:t>
      </w:r>
      <w:r>
        <w:t xml:space="preserve">juurdepääsutee ja </w:t>
      </w:r>
      <w:r w:rsidRPr="001327FA">
        <w:t>raudtee</w:t>
      </w:r>
      <w:r>
        <w:t xml:space="preserve"> hooldustee </w:t>
      </w:r>
      <w:r w:rsidRPr="001327FA">
        <w:t>maaeraldus</w:t>
      </w:r>
      <w:r>
        <w:t>t</w:t>
      </w:r>
      <w:r w:rsidRPr="001327FA">
        <w:t xml:space="preserve">e alale. Kinnisasja omanikuna on kinnistusraamatusse </w:t>
      </w:r>
      <w:r>
        <w:t xml:space="preserve">04.09.2006 </w:t>
      </w:r>
      <w:r w:rsidRPr="001327FA">
        <w:t xml:space="preserve">sisse kantud </w:t>
      </w:r>
      <w:r w:rsidRPr="006D7D19">
        <w:t xml:space="preserve">Kairi </w:t>
      </w:r>
      <w:proofErr w:type="spellStart"/>
      <w:r w:rsidRPr="006D7D19">
        <w:t>Jõgis</w:t>
      </w:r>
      <w:proofErr w:type="spellEnd"/>
      <w:r w:rsidRPr="006D7D19">
        <w:t xml:space="preserve"> (isikukood 47501140344)</w:t>
      </w:r>
      <w:r w:rsidRPr="001327FA">
        <w:t>.</w:t>
      </w:r>
    </w:p>
    <w:p w14:paraId="4F0D57EF" w14:textId="77777777" w:rsidR="006A26B4" w:rsidRDefault="006A26B4" w:rsidP="006A26B4">
      <w:pPr>
        <w:tabs>
          <w:tab w:val="left" w:pos="5670"/>
        </w:tabs>
        <w:spacing w:line="240" w:lineRule="auto"/>
      </w:pPr>
    </w:p>
    <w:p w14:paraId="4DF35878" w14:textId="77777777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0A7328">
        <w:rPr>
          <w:rFonts w:eastAsia="Times New Roman"/>
          <w:kern w:val="0"/>
          <w:lang w:eastAsia="en-US" w:bidi="ar-SA"/>
        </w:rPr>
        <w:t xml:space="preserve">Maa-amet teavitas </w:t>
      </w:r>
      <w:r>
        <w:rPr>
          <w:rFonts w:eastAsia="Times New Roman"/>
          <w:kern w:val="0"/>
          <w:lang w:eastAsia="en-US" w:bidi="ar-SA"/>
        </w:rPr>
        <w:t>04.01.2024</w:t>
      </w:r>
      <w:r w:rsidRPr="000A7328">
        <w:rPr>
          <w:rFonts w:eastAsia="Times New Roman"/>
          <w:kern w:val="0"/>
          <w:lang w:eastAsia="en-US" w:bidi="ar-SA"/>
        </w:rPr>
        <w:t xml:space="preserve"> kirjaga nr </w:t>
      </w:r>
      <w:r w:rsidRPr="00905901">
        <w:rPr>
          <w:rFonts w:eastAsia="Times New Roman"/>
          <w:kern w:val="0"/>
          <w:lang w:eastAsia="en-US" w:bidi="ar-SA"/>
        </w:rPr>
        <w:t>7-21/24/</w:t>
      </w:r>
      <w:r>
        <w:rPr>
          <w:rFonts w:eastAsia="Times New Roman"/>
          <w:kern w:val="0"/>
          <w:lang w:eastAsia="en-US" w:bidi="ar-SA"/>
        </w:rPr>
        <w:t xml:space="preserve">134 </w:t>
      </w:r>
      <w:r w:rsidRPr="000A7328">
        <w:rPr>
          <w:rFonts w:eastAsia="Times New Roman"/>
          <w:kern w:val="0"/>
          <w:lang w:eastAsia="en-US" w:bidi="ar-SA"/>
        </w:rPr>
        <w:t xml:space="preserve">kinnisasja omanikku </w:t>
      </w:r>
      <w:r w:rsidRPr="006D7D19">
        <w:rPr>
          <w:rFonts w:eastAsia="Times New Roman"/>
          <w:kern w:val="0"/>
          <w:lang w:eastAsia="en-US" w:bidi="ar-SA"/>
        </w:rPr>
        <w:t>kinnisasja osalise omandamise menetluse läbiviimisest raudtee ehitamise eesmärgil kinnisasja avalikes huvides omandamise seaduse (edaspidi KAHOS) § 4 lõike 1 punkti 7 alusel ning selgitas, et tellib kasvava metsa inventeerimise ning seejärel korraldab hindamise lähtudes KAHOS § 12 lõikest 2.</w:t>
      </w:r>
    </w:p>
    <w:p w14:paraId="0B95DBF9" w14:textId="77777777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0F2493E9" w14:textId="2927A2C1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43024A">
        <w:rPr>
          <w:rFonts w:eastAsia="Times New Roman"/>
          <w:kern w:val="0"/>
          <w:lang w:eastAsia="en-US" w:bidi="ar-SA"/>
        </w:rPr>
        <w:t>Kinnisasja omanik avaldas 0</w:t>
      </w:r>
      <w:r>
        <w:rPr>
          <w:rFonts w:eastAsia="Times New Roman"/>
          <w:kern w:val="0"/>
          <w:lang w:eastAsia="en-US" w:bidi="ar-SA"/>
        </w:rPr>
        <w:t>8</w:t>
      </w:r>
      <w:r w:rsidRPr="0043024A">
        <w:rPr>
          <w:rFonts w:eastAsia="Times New Roman"/>
          <w:kern w:val="0"/>
          <w:lang w:eastAsia="en-US" w:bidi="ar-SA"/>
        </w:rPr>
        <w:t>.01.2024 e-kirjaga ja edasiste läbirääkimiste käigus soovi</w:t>
      </w:r>
      <w:r w:rsidR="00E41ACA">
        <w:rPr>
          <w:rFonts w:eastAsia="Times New Roman"/>
          <w:kern w:val="0"/>
          <w:lang w:eastAsia="en-US" w:bidi="ar-SA"/>
        </w:rPr>
        <w:t>, et riik omandaks</w:t>
      </w:r>
      <w:r w:rsidRPr="0043024A">
        <w:rPr>
          <w:rFonts w:eastAsia="Times New Roman"/>
          <w:kern w:val="0"/>
          <w:lang w:eastAsia="en-US" w:bidi="ar-SA"/>
        </w:rPr>
        <w:t xml:space="preserve"> </w:t>
      </w:r>
      <w:r>
        <w:rPr>
          <w:rFonts w:eastAsia="Times New Roman"/>
          <w:kern w:val="0"/>
          <w:lang w:eastAsia="en-US" w:bidi="ar-SA"/>
        </w:rPr>
        <w:t>Kokasoone</w:t>
      </w:r>
      <w:r w:rsidRPr="0043024A">
        <w:rPr>
          <w:rFonts w:eastAsia="Times New Roman"/>
          <w:kern w:val="0"/>
          <w:lang w:eastAsia="en-US" w:bidi="ar-SA"/>
        </w:rPr>
        <w:t xml:space="preserve"> kinnisasja riigile </w:t>
      </w:r>
      <w:r>
        <w:rPr>
          <w:rFonts w:eastAsia="Times New Roman"/>
          <w:kern w:val="0"/>
          <w:lang w:eastAsia="en-US" w:bidi="ar-SA"/>
        </w:rPr>
        <w:t xml:space="preserve">tervikuna </w:t>
      </w:r>
      <w:r w:rsidR="00E41ACA">
        <w:rPr>
          <w:rFonts w:eastAsia="Times New Roman"/>
          <w:kern w:val="0"/>
          <w:lang w:eastAsia="en-US" w:bidi="ar-SA"/>
        </w:rPr>
        <w:t>ning soovis</w:t>
      </w:r>
      <w:r>
        <w:rPr>
          <w:rFonts w:eastAsia="Times New Roman"/>
          <w:kern w:val="0"/>
          <w:lang w:eastAsia="en-US" w:bidi="ar-SA"/>
        </w:rPr>
        <w:t xml:space="preserve"> saada riigimaast</w:t>
      </w:r>
      <w:r w:rsidRPr="0043024A">
        <w:rPr>
          <w:rFonts w:eastAsia="Times New Roman"/>
          <w:kern w:val="0"/>
          <w:lang w:eastAsia="en-US" w:bidi="ar-SA"/>
        </w:rPr>
        <w:t xml:space="preserve"> vahetusmaa pakkumust</w:t>
      </w:r>
      <w:r>
        <w:rPr>
          <w:rFonts w:eastAsia="Times New Roman"/>
          <w:kern w:val="0"/>
          <w:lang w:eastAsia="en-US" w:bidi="ar-SA"/>
        </w:rPr>
        <w:t>.</w:t>
      </w:r>
    </w:p>
    <w:p w14:paraId="094B0AD2" w14:textId="77777777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1EEABE1B" w14:textId="2EEE2C16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43024A">
        <w:rPr>
          <w:rFonts w:eastAsia="Times New Roman"/>
          <w:kern w:val="0"/>
          <w:lang w:eastAsia="en-US" w:bidi="ar-SA"/>
        </w:rPr>
        <w:t xml:space="preserve">Maa-amet korraldas </w:t>
      </w:r>
      <w:r>
        <w:rPr>
          <w:rFonts w:eastAsia="Times New Roman"/>
          <w:kern w:val="0"/>
          <w:lang w:eastAsia="en-US" w:bidi="ar-SA"/>
        </w:rPr>
        <w:t>Kokasoone</w:t>
      </w:r>
      <w:r w:rsidRPr="0043024A">
        <w:rPr>
          <w:rFonts w:eastAsia="Times New Roman"/>
          <w:kern w:val="0"/>
          <w:lang w:eastAsia="en-US" w:bidi="ar-SA"/>
        </w:rPr>
        <w:t xml:space="preserve"> kinnisasja jagamise </w:t>
      </w:r>
      <w:r w:rsidR="00E41ACA">
        <w:rPr>
          <w:rFonts w:eastAsia="Times New Roman"/>
          <w:kern w:val="0"/>
          <w:lang w:eastAsia="en-US" w:bidi="ar-SA"/>
        </w:rPr>
        <w:t xml:space="preserve">ja </w:t>
      </w:r>
      <w:r w:rsidR="009D22B2">
        <w:rPr>
          <w:rFonts w:eastAsia="Times New Roman"/>
          <w:kern w:val="0"/>
          <w:lang w:eastAsia="en-US" w:bidi="ar-SA"/>
        </w:rPr>
        <w:t xml:space="preserve">avalikes huvides </w:t>
      </w:r>
      <w:r w:rsidR="009D22B2" w:rsidRPr="0043024A">
        <w:rPr>
          <w:rFonts w:eastAsia="Times New Roman"/>
          <w:kern w:val="0"/>
          <w:lang w:eastAsia="en-US" w:bidi="ar-SA"/>
        </w:rPr>
        <w:t xml:space="preserve">riigile </w:t>
      </w:r>
      <w:r w:rsidRPr="0043024A">
        <w:rPr>
          <w:rFonts w:eastAsia="Times New Roman"/>
          <w:kern w:val="0"/>
          <w:lang w:eastAsia="en-US" w:bidi="ar-SA"/>
        </w:rPr>
        <w:t>omandatavast osast eraldi katastriüksuse moodustamise, mille tulemusel registreeriti 1</w:t>
      </w:r>
      <w:r>
        <w:rPr>
          <w:rFonts w:eastAsia="Times New Roman"/>
          <w:kern w:val="0"/>
          <w:lang w:eastAsia="en-US" w:bidi="ar-SA"/>
        </w:rPr>
        <w:t>1.09</w:t>
      </w:r>
      <w:r w:rsidRPr="0043024A">
        <w:rPr>
          <w:rFonts w:eastAsia="Times New Roman"/>
          <w:kern w:val="0"/>
          <w:lang w:eastAsia="en-US" w:bidi="ar-SA"/>
        </w:rPr>
        <w:t>.2024 maakatastris Tallinna-Rapla raudtee 2</w:t>
      </w:r>
      <w:r>
        <w:rPr>
          <w:rFonts w:eastAsia="Times New Roman"/>
          <w:kern w:val="0"/>
          <w:lang w:eastAsia="en-US" w:bidi="ar-SA"/>
        </w:rPr>
        <w:t>4</w:t>
      </w:r>
      <w:r w:rsidRPr="0043024A">
        <w:rPr>
          <w:rFonts w:eastAsia="Times New Roman"/>
          <w:kern w:val="0"/>
          <w:lang w:eastAsia="en-US" w:bidi="ar-SA"/>
        </w:rPr>
        <w:t xml:space="preserve">0 katastriüksus (katastritunnus </w:t>
      </w:r>
      <w:r w:rsidRPr="002414F0">
        <w:rPr>
          <w:rFonts w:eastAsia="Times New Roman"/>
          <w:kern w:val="0"/>
          <w:lang w:eastAsia="en-US" w:bidi="ar-SA"/>
        </w:rPr>
        <w:t>71901:001:0968</w:t>
      </w:r>
      <w:r w:rsidRPr="0043024A">
        <w:rPr>
          <w:rFonts w:eastAsia="Times New Roman"/>
          <w:kern w:val="0"/>
          <w:lang w:eastAsia="en-US" w:bidi="ar-SA"/>
        </w:rPr>
        <w:t xml:space="preserve">, pindala </w:t>
      </w:r>
      <w:r w:rsidRPr="005319F0">
        <w:rPr>
          <w:rFonts w:eastAsia="Times New Roman"/>
          <w:kern w:val="0"/>
          <w:lang w:eastAsia="en-US" w:bidi="ar-SA"/>
        </w:rPr>
        <w:t>3541</w:t>
      </w:r>
      <w:r w:rsidRPr="0043024A">
        <w:rPr>
          <w:rFonts w:eastAsia="Times New Roman"/>
          <w:kern w:val="0"/>
          <w:lang w:eastAsia="en-US" w:bidi="ar-SA"/>
        </w:rPr>
        <w:t xml:space="preserve"> m², sihtotstarve maatulundusmaa 100%)</w:t>
      </w:r>
      <w:r>
        <w:rPr>
          <w:rFonts w:eastAsia="Times New Roman"/>
          <w:kern w:val="0"/>
          <w:lang w:eastAsia="en-US" w:bidi="ar-SA"/>
        </w:rPr>
        <w:t xml:space="preserve"> ja Kokasoone katastriüksus (katastritunnus </w:t>
      </w:r>
      <w:r w:rsidRPr="0069489A">
        <w:rPr>
          <w:rFonts w:eastAsia="Times New Roman"/>
          <w:kern w:val="0"/>
          <w:lang w:eastAsia="en-US" w:bidi="ar-SA"/>
        </w:rPr>
        <w:t>71901:001:0969</w:t>
      </w:r>
      <w:r>
        <w:rPr>
          <w:rFonts w:eastAsia="Times New Roman"/>
          <w:kern w:val="0"/>
          <w:lang w:eastAsia="en-US" w:bidi="ar-SA"/>
        </w:rPr>
        <w:t xml:space="preserve">, pindala </w:t>
      </w:r>
      <w:r w:rsidRPr="0069489A">
        <w:rPr>
          <w:rFonts w:eastAsia="Times New Roman"/>
          <w:kern w:val="0"/>
          <w:lang w:eastAsia="en-US" w:bidi="ar-SA"/>
        </w:rPr>
        <w:t>5106</w:t>
      </w:r>
      <w:r>
        <w:rPr>
          <w:rFonts w:eastAsia="Times New Roman"/>
          <w:kern w:val="0"/>
          <w:lang w:eastAsia="en-US" w:bidi="ar-SA"/>
        </w:rPr>
        <w:t xml:space="preserve"> m², sihtotstarve maatulundusmaa 100%)</w:t>
      </w:r>
      <w:r w:rsidRPr="0043024A">
        <w:rPr>
          <w:rFonts w:eastAsia="Times New Roman"/>
          <w:kern w:val="0"/>
          <w:lang w:eastAsia="en-US" w:bidi="ar-SA"/>
        </w:rPr>
        <w:t>.</w:t>
      </w:r>
    </w:p>
    <w:p w14:paraId="2E8BE4E8" w14:textId="77777777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47D95C9E" w14:textId="26AB9E4E" w:rsidR="006A26B4" w:rsidRPr="0043024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43024A">
        <w:rPr>
          <w:rFonts w:eastAsia="Times New Roman"/>
          <w:kern w:val="0"/>
          <w:lang w:eastAsia="en-US" w:bidi="ar-SA"/>
        </w:rPr>
        <w:t>Maa-amet esitas kinnisasja omanikule 1</w:t>
      </w:r>
      <w:r>
        <w:rPr>
          <w:rFonts w:eastAsia="Times New Roman"/>
          <w:kern w:val="0"/>
          <w:lang w:eastAsia="en-US" w:bidi="ar-SA"/>
        </w:rPr>
        <w:t>7</w:t>
      </w:r>
      <w:r w:rsidRPr="0043024A">
        <w:rPr>
          <w:rFonts w:eastAsia="Times New Roman"/>
          <w:kern w:val="0"/>
          <w:lang w:eastAsia="en-US" w:bidi="ar-SA"/>
        </w:rPr>
        <w:t>.09.2024 kirjaga nr 7-21/24/13</w:t>
      </w:r>
      <w:r>
        <w:rPr>
          <w:rFonts w:eastAsia="Times New Roman"/>
          <w:kern w:val="0"/>
          <w:lang w:eastAsia="en-US" w:bidi="ar-SA"/>
        </w:rPr>
        <w:t>4</w:t>
      </w:r>
      <w:r w:rsidRPr="0043024A">
        <w:rPr>
          <w:rFonts w:eastAsia="Times New Roman"/>
          <w:kern w:val="0"/>
          <w:lang w:eastAsia="en-US" w:bidi="ar-SA"/>
        </w:rPr>
        <w:t>-</w:t>
      </w:r>
      <w:r>
        <w:rPr>
          <w:rFonts w:eastAsia="Times New Roman"/>
          <w:kern w:val="0"/>
          <w:lang w:eastAsia="en-US" w:bidi="ar-SA"/>
        </w:rPr>
        <w:t>7</w:t>
      </w:r>
      <w:r w:rsidRPr="0043024A">
        <w:rPr>
          <w:rFonts w:eastAsia="Times New Roman"/>
          <w:kern w:val="0"/>
          <w:lang w:eastAsia="en-US" w:bidi="ar-SA"/>
        </w:rPr>
        <w:t xml:space="preserve"> Kinnisvaraekspert OÜ 13.06.2024 koostatud eksperthinnangu nr 2406-10077-0</w:t>
      </w:r>
      <w:r>
        <w:rPr>
          <w:rFonts w:eastAsia="Times New Roman"/>
          <w:kern w:val="0"/>
          <w:lang w:eastAsia="en-US" w:bidi="ar-SA"/>
        </w:rPr>
        <w:t>1</w:t>
      </w:r>
      <w:r w:rsidRPr="0043024A">
        <w:rPr>
          <w:rFonts w:eastAsia="Times New Roman"/>
          <w:kern w:val="0"/>
          <w:lang w:eastAsia="en-US" w:bidi="ar-SA"/>
        </w:rPr>
        <w:t xml:space="preserve">/TRK </w:t>
      </w:r>
      <w:r>
        <w:rPr>
          <w:rFonts w:eastAsia="Times New Roman"/>
          <w:kern w:val="0"/>
          <w:lang w:eastAsia="en-US" w:bidi="ar-SA"/>
        </w:rPr>
        <w:t xml:space="preserve">ja </w:t>
      </w:r>
      <w:r w:rsidRPr="00FE69ED">
        <w:rPr>
          <w:rFonts w:eastAsia="Times New Roman"/>
          <w:kern w:val="0"/>
          <w:lang w:eastAsia="en-US" w:bidi="ar-SA"/>
        </w:rPr>
        <w:t>28.08.2024 kinnituskirja</w:t>
      </w:r>
      <w:r>
        <w:rPr>
          <w:rFonts w:eastAsia="Times New Roman"/>
          <w:kern w:val="0"/>
          <w:lang w:eastAsia="en-US" w:bidi="ar-SA"/>
        </w:rPr>
        <w:t xml:space="preserve"> </w:t>
      </w:r>
      <w:r w:rsidRPr="0043024A">
        <w:rPr>
          <w:rFonts w:eastAsia="Times New Roman"/>
          <w:kern w:val="0"/>
          <w:lang w:eastAsia="en-US" w:bidi="ar-SA"/>
        </w:rPr>
        <w:t xml:space="preserve">alusel pakkumuse </w:t>
      </w:r>
      <w:r>
        <w:rPr>
          <w:rFonts w:eastAsia="Times New Roman"/>
          <w:kern w:val="0"/>
          <w:lang w:eastAsia="en-US" w:bidi="ar-SA"/>
        </w:rPr>
        <w:t>Kokasoone</w:t>
      </w:r>
      <w:r w:rsidRPr="0043024A">
        <w:rPr>
          <w:rFonts w:eastAsia="Times New Roman"/>
          <w:kern w:val="0"/>
          <w:lang w:eastAsia="en-US" w:bidi="ar-SA"/>
        </w:rPr>
        <w:t xml:space="preserve"> kinnisasja osa (</w:t>
      </w:r>
      <w:r>
        <w:rPr>
          <w:rFonts w:eastAsia="Times New Roman"/>
          <w:kern w:val="0"/>
          <w:lang w:eastAsia="en-US" w:bidi="ar-SA"/>
        </w:rPr>
        <w:t xml:space="preserve">täpsustunud </w:t>
      </w:r>
      <w:r w:rsidRPr="0043024A">
        <w:rPr>
          <w:rFonts w:eastAsia="Times New Roman"/>
          <w:kern w:val="0"/>
          <w:lang w:eastAsia="en-US" w:bidi="ar-SA"/>
        </w:rPr>
        <w:t xml:space="preserve">pindalaga </w:t>
      </w:r>
      <w:r w:rsidRPr="00FE69ED">
        <w:rPr>
          <w:rFonts w:eastAsia="Times New Roman"/>
          <w:kern w:val="0"/>
          <w:lang w:eastAsia="en-US" w:bidi="ar-SA"/>
        </w:rPr>
        <w:t>3541 m²</w:t>
      </w:r>
      <w:r w:rsidR="009D22B2">
        <w:rPr>
          <w:rFonts w:eastAsia="Times New Roman"/>
          <w:kern w:val="0"/>
          <w:lang w:eastAsia="en-US" w:bidi="ar-SA"/>
        </w:rPr>
        <w:t xml:space="preserve"> ehk </w:t>
      </w:r>
      <w:r w:rsidR="009D22B2" w:rsidRPr="009D22B2">
        <w:rPr>
          <w:rFonts w:eastAsia="Times New Roman"/>
          <w:i/>
          <w:iCs/>
          <w:kern w:val="0"/>
          <w:lang w:eastAsia="en-US" w:bidi="ar-SA"/>
        </w:rPr>
        <w:t>ca</w:t>
      </w:r>
      <w:r w:rsidR="009D22B2">
        <w:rPr>
          <w:rFonts w:eastAsia="Times New Roman"/>
          <w:kern w:val="0"/>
          <w:lang w:eastAsia="en-US" w:bidi="ar-SA"/>
        </w:rPr>
        <w:t xml:space="preserve"> 0,35 ha</w:t>
      </w:r>
      <w:r w:rsidRPr="0043024A">
        <w:rPr>
          <w:rFonts w:eastAsia="Times New Roman"/>
          <w:kern w:val="0"/>
          <w:lang w:eastAsia="en-US" w:bidi="ar-SA"/>
        </w:rPr>
        <w:t xml:space="preserve">) </w:t>
      </w:r>
      <w:r>
        <w:rPr>
          <w:rFonts w:eastAsia="Times New Roman"/>
          <w:kern w:val="0"/>
          <w:lang w:eastAsia="en-US" w:bidi="ar-SA"/>
        </w:rPr>
        <w:t xml:space="preserve">või kinnisasja tervikuna (täpsustunud </w:t>
      </w:r>
      <w:r w:rsidRPr="00FE69ED">
        <w:rPr>
          <w:rFonts w:eastAsia="Times New Roman"/>
          <w:kern w:val="0"/>
          <w:lang w:eastAsia="en-US" w:bidi="ar-SA"/>
        </w:rPr>
        <w:t>pindalaga 8647 m²</w:t>
      </w:r>
      <w:r w:rsidR="009D22B2">
        <w:rPr>
          <w:rFonts w:eastAsia="Times New Roman"/>
          <w:kern w:val="0"/>
          <w:lang w:eastAsia="en-US" w:bidi="ar-SA"/>
        </w:rPr>
        <w:t xml:space="preserve"> ehk ca 0,87 ha</w:t>
      </w:r>
      <w:r>
        <w:rPr>
          <w:rFonts w:eastAsia="Times New Roman"/>
          <w:kern w:val="0"/>
          <w:lang w:eastAsia="en-US" w:bidi="ar-SA"/>
        </w:rPr>
        <w:t xml:space="preserve">) </w:t>
      </w:r>
      <w:r w:rsidRPr="0043024A">
        <w:rPr>
          <w:rFonts w:eastAsia="Times New Roman"/>
          <w:kern w:val="0"/>
          <w:lang w:eastAsia="en-US" w:bidi="ar-SA"/>
        </w:rPr>
        <w:t xml:space="preserve">omandamiseks </w:t>
      </w:r>
      <w:r w:rsidR="00E41ACA">
        <w:rPr>
          <w:rFonts w:eastAsia="Times New Roman"/>
          <w:kern w:val="0"/>
          <w:lang w:eastAsia="en-US" w:bidi="ar-SA"/>
        </w:rPr>
        <w:t xml:space="preserve">riigile </w:t>
      </w:r>
      <w:r w:rsidRPr="0043024A">
        <w:rPr>
          <w:rFonts w:eastAsia="Times New Roman"/>
          <w:kern w:val="0"/>
          <w:lang w:eastAsia="en-US" w:bidi="ar-SA"/>
        </w:rPr>
        <w:t>raha</w:t>
      </w:r>
      <w:r w:rsidR="00383B7D">
        <w:rPr>
          <w:rFonts w:eastAsia="Times New Roman"/>
          <w:kern w:val="0"/>
          <w:lang w:eastAsia="en-US" w:bidi="ar-SA"/>
        </w:rPr>
        <w:t>s makstava</w:t>
      </w:r>
      <w:r w:rsidRPr="0043024A">
        <w:rPr>
          <w:rFonts w:eastAsia="Times New Roman"/>
          <w:kern w:val="0"/>
          <w:lang w:eastAsia="en-US" w:bidi="ar-SA"/>
        </w:rPr>
        <w:t xml:space="preserve"> tasu eest ja Kinnisvaraekspert OÜ 05.07.2024 koostatud eksperthinnangu nr 2406-10089-0</w:t>
      </w:r>
      <w:r>
        <w:rPr>
          <w:rFonts w:eastAsia="Times New Roman"/>
          <w:kern w:val="0"/>
          <w:lang w:eastAsia="en-US" w:bidi="ar-SA"/>
        </w:rPr>
        <w:t>3</w:t>
      </w:r>
      <w:r w:rsidRPr="0043024A">
        <w:rPr>
          <w:rFonts w:eastAsia="Times New Roman"/>
          <w:kern w:val="0"/>
          <w:lang w:eastAsia="en-US" w:bidi="ar-SA"/>
        </w:rPr>
        <w:t xml:space="preserve">/TRK alusel alternatiivse ettepaneku </w:t>
      </w:r>
      <w:r>
        <w:rPr>
          <w:rFonts w:eastAsia="Times New Roman"/>
          <w:kern w:val="0"/>
          <w:lang w:eastAsia="en-US" w:bidi="ar-SA"/>
        </w:rPr>
        <w:t>Kokasoone</w:t>
      </w:r>
      <w:r w:rsidRPr="0043024A">
        <w:rPr>
          <w:rFonts w:eastAsia="Times New Roman"/>
          <w:kern w:val="0"/>
          <w:lang w:eastAsia="en-US" w:bidi="ar-SA"/>
        </w:rPr>
        <w:t xml:space="preserve"> kinnisasja </w:t>
      </w:r>
      <w:r>
        <w:rPr>
          <w:rFonts w:eastAsia="Times New Roman"/>
          <w:kern w:val="0"/>
          <w:lang w:eastAsia="en-US" w:bidi="ar-SA"/>
        </w:rPr>
        <w:t xml:space="preserve">tervikuna </w:t>
      </w:r>
      <w:r w:rsidRPr="0043024A">
        <w:rPr>
          <w:rFonts w:eastAsia="Times New Roman"/>
          <w:kern w:val="0"/>
          <w:lang w:eastAsia="en-US" w:bidi="ar-SA"/>
        </w:rPr>
        <w:t xml:space="preserve">(hariliku väärtusega </w:t>
      </w:r>
      <w:r w:rsidRPr="002414F0">
        <w:rPr>
          <w:rFonts w:eastAsia="Times New Roman"/>
          <w:kern w:val="0"/>
          <w:lang w:eastAsia="en-US" w:bidi="ar-SA"/>
        </w:rPr>
        <w:t>8410</w:t>
      </w:r>
      <w:r w:rsidRPr="0043024A">
        <w:rPr>
          <w:rFonts w:eastAsia="Times New Roman"/>
          <w:kern w:val="0"/>
          <w:lang w:eastAsia="en-US" w:bidi="ar-SA"/>
        </w:rPr>
        <w:t xml:space="preserve"> eurot) vahetamiseks riigile kuuluva Viimsi metskond 193 kinnisasja </w:t>
      </w:r>
      <w:r w:rsidRPr="002414F0">
        <w:rPr>
          <w:rFonts w:eastAsia="Times New Roman"/>
          <w:kern w:val="0"/>
          <w:lang w:eastAsia="en-US" w:bidi="ar-SA"/>
        </w:rPr>
        <w:t>(katastritunnus 30401:001:2143)</w:t>
      </w:r>
      <w:r>
        <w:rPr>
          <w:rFonts w:eastAsia="Times New Roman"/>
          <w:kern w:val="0"/>
          <w:lang w:eastAsia="en-US" w:bidi="ar-SA"/>
        </w:rPr>
        <w:t xml:space="preserve"> </w:t>
      </w:r>
      <w:r w:rsidRPr="002414F0">
        <w:rPr>
          <w:rFonts w:eastAsia="Times New Roman"/>
          <w:i/>
          <w:iCs/>
          <w:kern w:val="0"/>
          <w:lang w:eastAsia="en-US" w:bidi="ar-SA"/>
        </w:rPr>
        <w:t>ca</w:t>
      </w:r>
      <w:r w:rsidRPr="002414F0">
        <w:rPr>
          <w:rFonts w:eastAsia="Times New Roman"/>
          <w:kern w:val="0"/>
          <w:lang w:eastAsia="en-US" w:bidi="ar-SA"/>
        </w:rPr>
        <w:t xml:space="preserve"> 9057 m²</w:t>
      </w:r>
      <w:r>
        <w:rPr>
          <w:rFonts w:eastAsia="Times New Roman"/>
          <w:kern w:val="0"/>
          <w:lang w:eastAsia="en-US" w:bidi="ar-SA"/>
        </w:rPr>
        <w:t xml:space="preserve"> suuruse </w:t>
      </w:r>
      <w:r w:rsidRPr="0043024A">
        <w:rPr>
          <w:rFonts w:eastAsia="Times New Roman"/>
          <w:kern w:val="0"/>
          <w:lang w:eastAsia="en-US" w:bidi="ar-SA"/>
        </w:rPr>
        <w:t>osaga</w:t>
      </w:r>
      <w:r>
        <w:rPr>
          <w:rFonts w:eastAsia="Times New Roman"/>
          <w:kern w:val="0"/>
          <w:lang w:eastAsia="en-US" w:bidi="ar-SA"/>
        </w:rPr>
        <w:t xml:space="preserve">, mille harilik väärtus on </w:t>
      </w:r>
      <w:r w:rsidRPr="002414F0">
        <w:rPr>
          <w:rFonts w:eastAsia="Times New Roman"/>
          <w:kern w:val="0"/>
          <w:lang w:eastAsia="en-US" w:bidi="ar-SA"/>
        </w:rPr>
        <w:t>9190 eurot</w:t>
      </w:r>
      <w:r>
        <w:rPr>
          <w:rFonts w:eastAsia="Times New Roman"/>
          <w:kern w:val="0"/>
          <w:lang w:eastAsia="en-US" w:bidi="ar-SA"/>
        </w:rPr>
        <w:t xml:space="preserve">. </w:t>
      </w:r>
      <w:r w:rsidRPr="0043024A">
        <w:rPr>
          <w:rFonts w:eastAsia="Times New Roman"/>
          <w:kern w:val="0"/>
          <w:lang w:eastAsia="en-US" w:bidi="ar-SA"/>
        </w:rPr>
        <w:t>Pakkumuse kohaselt tul</w:t>
      </w:r>
      <w:r w:rsidR="00E41ACA">
        <w:rPr>
          <w:rFonts w:eastAsia="Times New Roman"/>
          <w:kern w:val="0"/>
          <w:lang w:eastAsia="en-US" w:bidi="ar-SA"/>
        </w:rPr>
        <w:t>i</w:t>
      </w:r>
      <w:r w:rsidRPr="0043024A">
        <w:rPr>
          <w:rFonts w:eastAsia="Times New Roman"/>
          <w:kern w:val="0"/>
          <w:lang w:eastAsia="en-US" w:bidi="ar-SA"/>
        </w:rPr>
        <w:t xml:space="preserve"> vahetatavate kinnisasjade väärtuste vahe </w:t>
      </w:r>
      <w:r>
        <w:rPr>
          <w:rFonts w:eastAsia="Times New Roman"/>
          <w:kern w:val="0"/>
          <w:lang w:eastAsia="en-US" w:bidi="ar-SA"/>
        </w:rPr>
        <w:t>780</w:t>
      </w:r>
      <w:r w:rsidRPr="0043024A">
        <w:rPr>
          <w:rFonts w:eastAsia="Times New Roman"/>
          <w:kern w:val="0"/>
          <w:lang w:eastAsia="en-US" w:bidi="ar-SA"/>
        </w:rPr>
        <w:t xml:space="preserve"> eurot kinnisasja omanikul hüvitada riigile. </w:t>
      </w:r>
    </w:p>
    <w:p w14:paraId="78C2E60C" w14:textId="77777777" w:rsidR="006A26B4" w:rsidRPr="0043024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68005397" w14:textId="2565A77D" w:rsidR="006A26B4" w:rsidRPr="0043024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43024A">
        <w:rPr>
          <w:rFonts w:eastAsia="Times New Roman"/>
          <w:kern w:val="0"/>
          <w:lang w:eastAsia="en-US" w:bidi="ar-SA"/>
        </w:rPr>
        <w:t>Kinnisasja omanik andis Maa-ametile 10.10.2024 e-kirjaga teada, et ta ei nõustu 1</w:t>
      </w:r>
      <w:r>
        <w:rPr>
          <w:rFonts w:eastAsia="Times New Roman"/>
          <w:kern w:val="0"/>
          <w:lang w:eastAsia="en-US" w:bidi="ar-SA"/>
        </w:rPr>
        <w:t>7</w:t>
      </w:r>
      <w:r w:rsidRPr="0043024A">
        <w:rPr>
          <w:rFonts w:eastAsia="Times New Roman"/>
          <w:kern w:val="0"/>
          <w:lang w:eastAsia="en-US" w:bidi="ar-SA"/>
        </w:rPr>
        <w:t>.09.2024 esitatud pakkumusega. Edasiste läbirääkimiste käigus</w:t>
      </w:r>
      <w:r>
        <w:rPr>
          <w:rFonts w:eastAsia="Times New Roman"/>
          <w:kern w:val="0"/>
          <w:lang w:eastAsia="en-US" w:bidi="ar-SA"/>
        </w:rPr>
        <w:t>,</w:t>
      </w:r>
      <w:r w:rsidRPr="005319F0">
        <w:t xml:space="preserve"> </w:t>
      </w:r>
      <w:r w:rsidRPr="005319F0">
        <w:rPr>
          <w:rFonts w:eastAsia="Times New Roman"/>
          <w:kern w:val="0"/>
          <w:lang w:eastAsia="en-US" w:bidi="ar-SA"/>
        </w:rPr>
        <w:t xml:space="preserve">sh Maa-ameti kontoris </w:t>
      </w:r>
      <w:r w:rsidR="00F02F26">
        <w:rPr>
          <w:rFonts w:eastAsia="Times New Roman"/>
          <w:kern w:val="0"/>
          <w:lang w:eastAsia="en-US" w:bidi="ar-SA"/>
        </w:rPr>
        <w:t xml:space="preserve">(Mustamäe tee 51, Tallinn) </w:t>
      </w:r>
      <w:r w:rsidRPr="005319F0">
        <w:rPr>
          <w:rFonts w:eastAsia="Times New Roman"/>
          <w:kern w:val="0"/>
          <w:lang w:eastAsia="en-US" w:bidi="ar-SA"/>
        </w:rPr>
        <w:t>22.11.2024 toimunud koosolekul</w:t>
      </w:r>
      <w:r w:rsidR="00FC05A4">
        <w:rPr>
          <w:rFonts w:eastAsia="Times New Roman"/>
          <w:kern w:val="0"/>
          <w:lang w:eastAsia="en-US" w:bidi="ar-SA"/>
        </w:rPr>
        <w:t>,</w:t>
      </w:r>
      <w:r w:rsidRPr="0043024A">
        <w:rPr>
          <w:rFonts w:eastAsia="Times New Roman"/>
          <w:kern w:val="0"/>
          <w:lang w:eastAsia="en-US" w:bidi="ar-SA"/>
        </w:rPr>
        <w:t xml:space="preserve"> avaldas kinnisasja omanik soovi saada </w:t>
      </w:r>
      <w:r>
        <w:rPr>
          <w:rFonts w:eastAsia="Times New Roman"/>
          <w:kern w:val="0"/>
          <w:lang w:eastAsia="en-US" w:bidi="ar-SA"/>
        </w:rPr>
        <w:t>Kokasoone</w:t>
      </w:r>
      <w:r w:rsidRPr="0043024A">
        <w:rPr>
          <w:rFonts w:eastAsia="Times New Roman"/>
          <w:kern w:val="0"/>
          <w:lang w:eastAsia="en-US" w:bidi="ar-SA"/>
        </w:rPr>
        <w:t xml:space="preserve"> kinnisasjast avalikes huvides omandatava osa eest riigi maakorralduse pakkumust piirneva</w:t>
      </w:r>
      <w:r w:rsidR="00E41ACA">
        <w:rPr>
          <w:rFonts w:eastAsia="Times New Roman"/>
          <w:kern w:val="0"/>
          <w:lang w:eastAsia="en-US" w:bidi="ar-SA"/>
        </w:rPr>
        <w:t>st</w:t>
      </w:r>
      <w:r w:rsidRPr="0043024A">
        <w:rPr>
          <w:rFonts w:eastAsia="Times New Roman"/>
          <w:kern w:val="0"/>
          <w:lang w:eastAsia="en-US" w:bidi="ar-SA"/>
        </w:rPr>
        <w:t xml:space="preserve"> Viimsi metskond 19 kinnisasja</w:t>
      </w:r>
      <w:r w:rsidR="00E41ACA">
        <w:rPr>
          <w:rFonts w:eastAsia="Times New Roman"/>
          <w:kern w:val="0"/>
          <w:lang w:eastAsia="en-US" w:bidi="ar-SA"/>
        </w:rPr>
        <w:t>st</w:t>
      </w:r>
      <w:r w:rsidRPr="0043024A">
        <w:rPr>
          <w:rFonts w:eastAsia="Times New Roman"/>
          <w:kern w:val="0"/>
          <w:lang w:eastAsia="en-US" w:bidi="ar-SA"/>
        </w:rPr>
        <w:t xml:space="preserve"> (katastritunnusega 71801:001:0133). </w:t>
      </w:r>
    </w:p>
    <w:p w14:paraId="6F93C429" w14:textId="77777777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12D93FD9" w14:textId="4FF78533" w:rsidR="006A26B4" w:rsidRPr="0043024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43024A">
        <w:rPr>
          <w:rFonts w:eastAsia="Times New Roman"/>
          <w:kern w:val="0"/>
          <w:lang w:eastAsia="en-US" w:bidi="ar-SA"/>
        </w:rPr>
        <w:t xml:space="preserve">Maa-amet esitas kinnisasja omanikule </w:t>
      </w:r>
      <w:r>
        <w:rPr>
          <w:rFonts w:eastAsia="Times New Roman"/>
          <w:kern w:val="0"/>
          <w:lang w:eastAsia="en-US" w:bidi="ar-SA"/>
        </w:rPr>
        <w:t>06</w:t>
      </w:r>
      <w:r w:rsidRPr="0043024A">
        <w:rPr>
          <w:rFonts w:eastAsia="Times New Roman"/>
          <w:kern w:val="0"/>
          <w:lang w:eastAsia="en-US" w:bidi="ar-SA"/>
        </w:rPr>
        <w:t>.12.2024 kirjaga nr 7-21/24/13</w:t>
      </w:r>
      <w:r>
        <w:rPr>
          <w:rFonts w:eastAsia="Times New Roman"/>
          <w:kern w:val="0"/>
          <w:lang w:eastAsia="en-US" w:bidi="ar-SA"/>
        </w:rPr>
        <w:t>4</w:t>
      </w:r>
      <w:r w:rsidRPr="0043024A">
        <w:rPr>
          <w:rFonts w:eastAsia="Times New Roman"/>
          <w:kern w:val="0"/>
          <w:lang w:eastAsia="en-US" w:bidi="ar-SA"/>
        </w:rPr>
        <w:t>-1</w:t>
      </w:r>
      <w:r>
        <w:rPr>
          <w:rFonts w:eastAsia="Times New Roman"/>
          <w:kern w:val="0"/>
          <w:lang w:eastAsia="en-US" w:bidi="ar-SA"/>
        </w:rPr>
        <w:t>1</w:t>
      </w:r>
      <w:r w:rsidRPr="0043024A">
        <w:rPr>
          <w:rFonts w:eastAsia="Times New Roman"/>
          <w:kern w:val="0"/>
          <w:lang w:eastAsia="en-US" w:bidi="ar-SA"/>
        </w:rPr>
        <w:t xml:space="preserve"> Maa-ameti kinnisvara hindamise osakonna </w:t>
      </w:r>
      <w:r>
        <w:rPr>
          <w:rFonts w:eastAsia="Times New Roman"/>
          <w:kern w:val="0"/>
          <w:lang w:eastAsia="en-US" w:bidi="ar-SA"/>
        </w:rPr>
        <w:t>04</w:t>
      </w:r>
      <w:r w:rsidRPr="0043024A">
        <w:rPr>
          <w:rFonts w:eastAsia="Times New Roman"/>
          <w:kern w:val="0"/>
          <w:lang w:eastAsia="en-US" w:bidi="ar-SA"/>
        </w:rPr>
        <w:t xml:space="preserve">.12.2024 koostatud hindamisaruande alusel pakkumuse riigi maakorralduse läbiviimiseks </w:t>
      </w:r>
      <w:r>
        <w:rPr>
          <w:rFonts w:eastAsia="Times New Roman"/>
          <w:kern w:val="0"/>
          <w:lang w:eastAsia="en-US" w:bidi="ar-SA"/>
        </w:rPr>
        <w:t>Kokasoone</w:t>
      </w:r>
      <w:r w:rsidRPr="0043024A">
        <w:rPr>
          <w:rFonts w:eastAsia="Times New Roman"/>
          <w:kern w:val="0"/>
          <w:lang w:eastAsia="en-US" w:bidi="ar-SA"/>
        </w:rPr>
        <w:t xml:space="preserve"> ja Viimsi metskond 19 kinnisasjade vahel (piiride muutmine ja osade vahetamine). </w:t>
      </w:r>
      <w:r>
        <w:rPr>
          <w:rFonts w:eastAsia="Times New Roman"/>
          <w:kern w:val="0"/>
          <w:lang w:eastAsia="en-US" w:bidi="ar-SA"/>
        </w:rPr>
        <w:t xml:space="preserve">Hindamisaruande kohaselt vastab </w:t>
      </w:r>
      <w:r w:rsidRPr="005319F0">
        <w:rPr>
          <w:rFonts w:eastAsia="Times New Roman"/>
          <w:kern w:val="0"/>
          <w:lang w:eastAsia="en-US" w:bidi="ar-SA"/>
        </w:rPr>
        <w:t>Kokasoone kinnisasja 0,35 ha suurusele riigile omandatavale osale (Tallinna-Rapla raudtee 240 katastriüksus)</w:t>
      </w:r>
      <w:r w:rsidR="009D22B2">
        <w:rPr>
          <w:rFonts w:eastAsia="Times New Roman"/>
          <w:kern w:val="0"/>
          <w:lang w:eastAsia="en-US" w:bidi="ar-SA"/>
        </w:rPr>
        <w:t>,</w:t>
      </w:r>
      <w:r w:rsidRPr="005319F0">
        <w:rPr>
          <w:rFonts w:eastAsia="Times New Roman"/>
          <w:kern w:val="0"/>
          <w:lang w:eastAsia="en-US" w:bidi="ar-SA"/>
        </w:rPr>
        <w:t xml:space="preserve"> hariliku väärtusega </w:t>
      </w:r>
      <w:r w:rsidRPr="00C50CEE">
        <w:rPr>
          <w:rFonts w:eastAsia="Times New Roman"/>
          <w:b/>
          <w:bCs/>
          <w:kern w:val="0"/>
          <w:lang w:eastAsia="en-US" w:bidi="ar-SA"/>
        </w:rPr>
        <w:t>4152 eurot</w:t>
      </w:r>
      <w:r>
        <w:rPr>
          <w:rFonts w:eastAsia="Times New Roman"/>
          <w:kern w:val="0"/>
          <w:lang w:eastAsia="en-US" w:bidi="ar-SA"/>
        </w:rPr>
        <w:t>,</w:t>
      </w:r>
      <w:r w:rsidRPr="005319F0">
        <w:rPr>
          <w:rFonts w:eastAsia="Times New Roman"/>
          <w:kern w:val="0"/>
          <w:lang w:eastAsia="en-US" w:bidi="ar-SA"/>
        </w:rPr>
        <w:t xml:space="preserve"> Viimsi metskond 19 kinnisasja </w:t>
      </w:r>
      <w:r w:rsidRPr="005319F0">
        <w:rPr>
          <w:rFonts w:eastAsia="Times New Roman"/>
          <w:i/>
          <w:iCs/>
          <w:kern w:val="0"/>
          <w:lang w:eastAsia="en-US" w:bidi="ar-SA"/>
        </w:rPr>
        <w:t>ca</w:t>
      </w:r>
      <w:r w:rsidRPr="005319F0">
        <w:rPr>
          <w:rFonts w:eastAsia="Times New Roman"/>
          <w:kern w:val="0"/>
          <w:lang w:eastAsia="en-US" w:bidi="ar-SA"/>
        </w:rPr>
        <w:t xml:space="preserve"> 0,56 ha suurune osa</w:t>
      </w:r>
      <w:r>
        <w:rPr>
          <w:rFonts w:eastAsia="Times New Roman"/>
          <w:kern w:val="0"/>
          <w:lang w:eastAsia="en-US" w:bidi="ar-SA"/>
        </w:rPr>
        <w:t>,</w:t>
      </w:r>
      <w:r w:rsidRPr="005319F0">
        <w:rPr>
          <w:rFonts w:eastAsia="Times New Roman"/>
          <w:kern w:val="0"/>
          <w:lang w:eastAsia="en-US" w:bidi="ar-SA"/>
        </w:rPr>
        <w:t xml:space="preserve"> hariliku väärtusega </w:t>
      </w:r>
      <w:r w:rsidRPr="00C50CEE">
        <w:rPr>
          <w:rFonts w:eastAsia="Times New Roman"/>
          <w:b/>
          <w:bCs/>
          <w:kern w:val="0"/>
          <w:lang w:eastAsia="en-US" w:bidi="ar-SA"/>
        </w:rPr>
        <w:t>4175 eurot</w:t>
      </w:r>
      <w:r w:rsidRPr="005319F0">
        <w:rPr>
          <w:rFonts w:eastAsia="Times New Roman"/>
          <w:kern w:val="0"/>
          <w:lang w:eastAsia="en-US" w:bidi="ar-SA"/>
        </w:rPr>
        <w:t xml:space="preserve">. </w:t>
      </w:r>
      <w:r>
        <w:rPr>
          <w:rFonts w:eastAsia="Times New Roman"/>
          <w:kern w:val="0"/>
          <w:lang w:eastAsia="en-US" w:bidi="ar-SA"/>
        </w:rPr>
        <w:t>K</w:t>
      </w:r>
      <w:r w:rsidRPr="005319F0">
        <w:rPr>
          <w:rFonts w:eastAsia="Times New Roman"/>
          <w:kern w:val="0"/>
          <w:lang w:eastAsia="en-US" w:bidi="ar-SA"/>
        </w:rPr>
        <w:t xml:space="preserve">innisasjade väärtuste vahe </w:t>
      </w:r>
      <w:r>
        <w:rPr>
          <w:rFonts w:eastAsia="Times New Roman"/>
          <w:kern w:val="0"/>
          <w:lang w:eastAsia="en-US" w:bidi="ar-SA"/>
        </w:rPr>
        <w:t>23</w:t>
      </w:r>
      <w:r w:rsidRPr="005319F0">
        <w:rPr>
          <w:rFonts w:eastAsia="Times New Roman"/>
          <w:kern w:val="0"/>
          <w:lang w:eastAsia="en-US" w:bidi="ar-SA"/>
        </w:rPr>
        <w:t xml:space="preserve"> eurot </w:t>
      </w:r>
      <w:r>
        <w:rPr>
          <w:rFonts w:eastAsia="Times New Roman"/>
          <w:kern w:val="0"/>
          <w:lang w:eastAsia="en-US" w:bidi="ar-SA"/>
        </w:rPr>
        <w:t xml:space="preserve">tuleb pakkumuse kohaselt </w:t>
      </w:r>
      <w:r w:rsidRPr="005319F0">
        <w:rPr>
          <w:rFonts w:eastAsia="Times New Roman"/>
          <w:kern w:val="0"/>
          <w:lang w:eastAsia="en-US" w:bidi="ar-SA"/>
        </w:rPr>
        <w:t>kinnisasja omanikul hüvitada riigile.</w:t>
      </w:r>
      <w:r>
        <w:rPr>
          <w:rFonts w:eastAsia="Times New Roman"/>
          <w:kern w:val="0"/>
          <w:lang w:eastAsia="en-US" w:bidi="ar-SA"/>
        </w:rPr>
        <w:t xml:space="preserve"> </w:t>
      </w:r>
      <w:r w:rsidRPr="0043024A">
        <w:rPr>
          <w:rFonts w:eastAsia="Times New Roman"/>
          <w:kern w:val="0"/>
          <w:lang w:eastAsia="en-US" w:bidi="ar-SA"/>
        </w:rPr>
        <w:t xml:space="preserve">Kinnisasja omanik </w:t>
      </w:r>
      <w:r w:rsidR="009D22B2">
        <w:rPr>
          <w:rFonts w:eastAsia="Times New Roman"/>
          <w:kern w:val="0"/>
          <w:lang w:eastAsia="en-US" w:bidi="ar-SA"/>
        </w:rPr>
        <w:t>andis</w:t>
      </w:r>
      <w:r w:rsidRPr="0043024A">
        <w:rPr>
          <w:rFonts w:eastAsia="Times New Roman"/>
          <w:kern w:val="0"/>
          <w:lang w:eastAsia="en-US" w:bidi="ar-SA"/>
        </w:rPr>
        <w:t xml:space="preserve"> </w:t>
      </w:r>
      <w:r>
        <w:rPr>
          <w:rFonts w:eastAsia="Times New Roman"/>
          <w:kern w:val="0"/>
          <w:lang w:eastAsia="en-US" w:bidi="ar-SA"/>
        </w:rPr>
        <w:t>1</w:t>
      </w:r>
      <w:r w:rsidRPr="0043024A">
        <w:rPr>
          <w:rFonts w:eastAsia="Times New Roman"/>
          <w:kern w:val="0"/>
          <w:lang w:eastAsia="en-US" w:bidi="ar-SA"/>
        </w:rPr>
        <w:t xml:space="preserve">1.12.2024 e-kirjaga teada, et ta nõustub Maa-ameti </w:t>
      </w:r>
      <w:r>
        <w:rPr>
          <w:rFonts w:eastAsia="Times New Roman"/>
          <w:kern w:val="0"/>
          <w:lang w:eastAsia="en-US" w:bidi="ar-SA"/>
        </w:rPr>
        <w:t>06.12</w:t>
      </w:r>
      <w:r w:rsidRPr="0043024A">
        <w:rPr>
          <w:rFonts w:eastAsia="Times New Roman"/>
          <w:kern w:val="0"/>
          <w:lang w:eastAsia="en-US" w:bidi="ar-SA"/>
        </w:rPr>
        <w:t xml:space="preserve">.2024 esitatud </w:t>
      </w:r>
      <w:r>
        <w:rPr>
          <w:rFonts w:eastAsia="Times New Roman"/>
          <w:kern w:val="0"/>
          <w:lang w:eastAsia="en-US" w:bidi="ar-SA"/>
        </w:rPr>
        <w:t>riigi maakorralduse</w:t>
      </w:r>
      <w:r w:rsidRPr="0043024A">
        <w:rPr>
          <w:rFonts w:eastAsia="Times New Roman"/>
          <w:kern w:val="0"/>
          <w:lang w:eastAsia="en-US" w:bidi="ar-SA"/>
        </w:rPr>
        <w:t xml:space="preserve"> pakkumusega.</w:t>
      </w:r>
    </w:p>
    <w:p w14:paraId="3373317D" w14:textId="77777777" w:rsidR="006A26B4" w:rsidRPr="0043024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38C197D2" w14:textId="77777777" w:rsidR="00C50CEE" w:rsidRDefault="00C50CEE" w:rsidP="00C50CEE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Kinnistu registriosa nr </w:t>
      </w:r>
      <w:r w:rsidRPr="00505739">
        <w:rPr>
          <w:rFonts w:eastAsia="Times New Roman"/>
          <w:kern w:val="0"/>
          <w:lang w:eastAsia="en-US" w:bidi="ar-SA"/>
        </w:rPr>
        <w:t>14558102</w:t>
      </w:r>
      <w:r>
        <w:rPr>
          <w:rFonts w:eastAsia="Times New Roman"/>
          <w:kern w:val="0"/>
          <w:lang w:eastAsia="en-US" w:bidi="ar-SA"/>
        </w:rPr>
        <w:t xml:space="preserve"> III jakku on kannetena 2 kuni 9 sisse kantud piiratud asjaõigused Elering AS, Elektrilevi OÜ, Telia Eesti AS ja Saku valla kasuks. Kõik nimetatud piiratud asjaõiguste omanikud andsid ajavahemikus 09.01.2025 – 22.01.2025 digitaalselt allkirjastatud nõusolekud piiride muutmiseks selliselt, et piiratud asjaõigused jäävad kehtima üksnes olemasolevas registriosas</w:t>
      </w:r>
      <w:r w:rsidRPr="00591224">
        <w:t xml:space="preserve"> </w:t>
      </w:r>
      <w:r w:rsidRPr="00591224">
        <w:rPr>
          <w:rFonts w:eastAsia="Times New Roman"/>
          <w:kern w:val="0"/>
          <w:lang w:eastAsia="en-US" w:bidi="ar-SA"/>
        </w:rPr>
        <w:t>nr 14558102</w:t>
      </w:r>
      <w:r>
        <w:rPr>
          <w:rFonts w:eastAsia="Times New Roman"/>
          <w:kern w:val="0"/>
          <w:lang w:eastAsia="en-US" w:bidi="ar-SA"/>
        </w:rPr>
        <w:t>.</w:t>
      </w:r>
    </w:p>
    <w:p w14:paraId="302EC690" w14:textId="77777777" w:rsidR="00C50CEE" w:rsidRDefault="00C50CEE" w:rsidP="00C50CEE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2DEB53A0" w14:textId="4E345D8C" w:rsidR="00C50CEE" w:rsidRDefault="006A26B4" w:rsidP="00C50CEE">
      <w:p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Viimsi metskond 19</w:t>
      </w:r>
      <w:r w:rsidRPr="00E2075F">
        <w:rPr>
          <w:rFonts w:eastAsia="Times New Roman"/>
          <w:kern w:val="0"/>
          <w:lang w:eastAsia="en-US" w:bidi="ar-SA"/>
        </w:rPr>
        <w:t xml:space="preserve"> kinnisasi </w:t>
      </w:r>
      <w:r>
        <w:rPr>
          <w:rFonts w:eastAsia="Times New Roman"/>
          <w:kern w:val="0"/>
          <w:lang w:eastAsia="en-US" w:bidi="ar-SA"/>
        </w:rPr>
        <w:t>(</w:t>
      </w:r>
      <w:r w:rsidR="009D22B2">
        <w:rPr>
          <w:rFonts w:eastAsia="Times New Roman"/>
          <w:kern w:val="0"/>
          <w:lang w:eastAsia="en-US" w:bidi="ar-SA"/>
        </w:rPr>
        <w:t xml:space="preserve">kinnistu </w:t>
      </w:r>
      <w:r>
        <w:t xml:space="preserve">registriosa nr </w:t>
      </w:r>
      <w:r w:rsidRPr="004A3EA1">
        <w:t>14558102</w:t>
      </w:r>
      <w:r>
        <w:t xml:space="preserve">, </w:t>
      </w:r>
      <w:r w:rsidRPr="00F328DE">
        <w:rPr>
          <w:rFonts w:eastAsia="Times New Roman"/>
          <w:bCs/>
          <w:kern w:val="0"/>
          <w:lang w:eastAsia="en-US" w:bidi="ar-SA"/>
        </w:rPr>
        <w:t xml:space="preserve">katastritunnus </w:t>
      </w:r>
      <w:r w:rsidRPr="004A3EA1">
        <w:rPr>
          <w:rFonts w:eastAsia="Times New Roman"/>
          <w:bCs/>
          <w:kern w:val="0"/>
          <w:lang w:eastAsia="en-US" w:bidi="ar-SA"/>
        </w:rPr>
        <w:t>71801:001:0133</w:t>
      </w:r>
      <w:r w:rsidRPr="00F328DE">
        <w:rPr>
          <w:rFonts w:eastAsia="Times New Roman"/>
          <w:bCs/>
          <w:kern w:val="0"/>
          <w:lang w:eastAsia="en-US" w:bidi="ar-SA"/>
        </w:rPr>
        <w:t>, pindala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1370BE">
        <w:rPr>
          <w:rFonts w:eastAsia="Times New Roman"/>
          <w:bCs/>
          <w:kern w:val="0"/>
          <w:lang w:eastAsia="en-US" w:bidi="ar-SA"/>
        </w:rPr>
        <w:t>4</w:t>
      </w:r>
      <w:r w:rsidR="00F02F26">
        <w:rPr>
          <w:rFonts w:eastAsia="Times New Roman"/>
          <w:bCs/>
          <w:kern w:val="0"/>
          <w:lang w:eastAsia="en-US" w:bidi="ar-SA"/>
        </w:rPr>
        <w:t> </w:t>
      </w:r>
      <w:r w:rsidR="00F02F26" w:rsidRPr="001370BE">
        <w:rPr>
          <w:rFonts w:eastAsia="Times New Roman"/>
          <w:bCs/>
          <w:kern w:val="0"/>
          <w:lang w:eastAsia="en-US" w:bidi="ar-SA"/>
        </w:rPr>
        <w:t>831</w:t>
      </w:r>
      <w:r w:rsidR="00F02F26">
        <w:rPr>
          <w:rFonts w:eastAsia="Times New Roman"/>
          <w:bCs/>
          <w:kern w:val="0"/>
          <w:lang w:eastAsia="en-US" w:bidi="ar-SA"/>
        </w:rPr>
        <w:t> </w:t>
      </w:r>
      <w:r w:rsidRPr="001370BE">
        <w:rPr>
          <w:rFonts w:eastAsia="Times New Roman"/>
          <w:bCs/>
          <w:kern w:val="0"/>
          <w:lang w:eastAsia="en-US" w:bidi="ar-SA"/>
        </w:rPr>
        <w:t>846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583AB1">
        <w:rPr>
          <w:rFonts w:eastAsia="Times New Roman"/>
          <w:bCs/>
          <w:kern w:val="0"/>
          <w:lang w:eastAsia="en-US" w:bidi="ar-SA"/>
        </w:rPr>
        <w:t>m²</w:t>
      </w:r>
      <w:r w:rsidRPr="00F328DE">
        <w:rPr>
          <w:rFonts w:eastAsia="Times New Roman"/>
          <w:bCs/>
          <w:kern w:val="0"/>
          <w:lang w:eastAsia="en-US" w:bidi="ar-SA"/>
        </w:rPr>
        <w:t>, sihtotstar</w:t>
      </w:r>
      <w:r>
        <w:rPr>
          <w:rFonts w:eastAsia="Times New Roman"/>
          <w:bCs/>
          <w:kern w:val="0"/>
          <w:lang w:eastAsia="en-US" w:bidi="ar-SA"/>
        </w:rPr>
        <w:t>ve</w:t>
      </w:r>
      <w:r w:rsidRPr="00F328DE">
        <w:rPr>
          <w:rFonts w:eastAsia="Times New Roman"/>
          <w:bCs/>
          <w:kern w:val="0"/>
          <w:lang w:eastAsia="en-US" w:bidi="ar-SA"/>
        </w:rPr>
        <w:t xml:space="preserve"> maatulundusmaa 100%</w:t>
      </w:r>
      <w:r>
        <w:rPr>
          <w:rFonts w:eastAsia="Times New Roman"/>
          <w:bCs/>
          <w:kern w:val="0"/>
          <w:lang w:eastAsia="en-US" w:bidi="ar-SA"/>
        </w:rPr>
        <w:t xml:space="preserve">, </w:t>
      </w:r>
      <w:r w:rsidRPr="007143FC">
        <w:rPr>
          <w:rFonts w:eastAsia="Times New Roman"/>
          <w:kern w:val="0"/>
          <w:lang w:eastAsia="en-US" w:bidi="ar-SA"/>
        </w:rPr>
        <w:t xml:space="preserve">riigi kinnisvararegistri objekti kood </w:t>
      </w:r>
      <w:r w:rsidRPr="004A3EA1">
        <w:rPr>
          <w:rFonts w:eastAsia="Times New Roman"/>
          <w:kern w:val="0"/>
          <w:lang w:eastAsia="en-US" w:bidi="ar-SA"/>
        </w:rPr>
        <w:t>KV6421</w:t>
      </w:r>
      <w:r>
        <w:rPr>
          <w:rFonts w:eastAsia="Times New Roman"/>
          <w:kern w:val="0"/>
          <w:lang w:eastAsia="en-US" w:bidi="ar-SA"/>
        </w:rPr>
        <w:t xml:space="preserve">) </w:t>
      </w:r>
      <w:r w:rsidRPr="00E2075F">
        <w:rPr>
          <w:rFonts w:eastAsia="Times New Roman"/>
          <w:kern w:val="0"/>
          <w:lang w:eastAsia="en-US" w:bidi="ar-SA"/>
        </w:rPr>
        <w:t xml:space="preserve">on riigivara, mille valitseja on </w:t>
      </w:r>
      <w:r>
        <w:rPr>
          <w:rFonts w:eastAsia="Times New Roman"/>
          <w:kern w:val="0"/>
          <w:lang w:eastAsia="en-US" w:bidi="ar-SA"/>
        </w:rPr>
        <w:t xml:space="preserve">KLIM </w:t>
      </w:r>
      <w:r w:rsidRPr="00E2075F">
        <w:rPr>
          <w:rFonts w:eastAsia="Times New Roman"/>
          <w:kern w:val="0"/>
          <w:lang w:eastAsia="en-US" w:bidi="ar-SA"/>
        </w:rPr>
        <w:t xml:space="preserve">ja volitatud asutus </w:t>
      </w:r>
      <w:r w:rsidRPr="00D135CA">
        <w:rPr>
          <w:rFonts w:eastAsia="Times New Roman"/>
          <w:kern w:val="0"/>
          <w:lang w:eastAsia="en-US" w:bidi="ar-SA"/>
        </w:rPr>
        <w:t>Riigimetsa Majandamise Keskus</w:t>
      </w:r>
      <w:r>
        <w:rPr>
          <w:rFonts w:eastAsia="Times New Roman"/>
          <w:kern w:val="0"/>
          <w:lang w:eastAsia="en-US" w:bidi="ar-SA"/>
        </w:rPr>
        <w:t xml:space="preserve"> (edaspidi RMK)</w:t>
      </w:r>
      <w:r w:rsidRPr="00E2075F">
        <w:rPr>
          <w:rFonts w:eastAsia="Times New Roman"/>
          <w:kern w:val="0"/>
          <w:lang w:eastAsia="en-US" w:bidi="ar-SA"/>
        </w:rPr>
        <w:t xml:space="preserve">. </w:t>
      </w:r>
      <w:r w:rsidR="00C50CEE">
        <w:rPr>
          <w:rFonts w:eastAsia="Times New Roman"/>
          <w:kern w:val="0"/>
          <w:lang w:eastAsia="en-US" w:bidi="ar-SA"/>
        </w:rPr>
        <w:t>RMK</w:t>
      </w:r>
      <w:r w:rsidR="00C50CEE" w:rsidRPr="005319F0">
        <w:rPr>
          <w:rFonts w:eastAsia="Times New Roman"/>
          <w:kern w:val="0"/>
          <w:lang w:eastAsia="en-US" w:bidi="ar-SA"/>
        </w:rPr>
        <w:t xml:space="preserve"> </w:t>
      </w:r>
      <w:r w:rsidR="00C50CEE">
        <w:rPr>
          <w:rFonts w:eastAsia="Times New Roman"/>
          <w:bCs/>
          <w:kern w:val="0"/>
          <w:lang w:eastAsia="en-US" w:bidi="ar-SA"/>
        </w:rPr>
        <w:t>allkirjastas 28.01.2025 Kokasoone ja Viimsi metskond 19 kinnisasjade maakorralduskava</w:t>
      </w:r>
      <w:r w:rsidR="00C50CEE">
        <w:rPr>
          <w:rFonts w:eastAsia="Times New Roman"/>
          <w:bCs/>
          <w:kern w:val="0"/>
          <w:lang w:eastAsia="en-US" w:bidi="ar-SA"/>
        </w:rPr>
        <w:t xml:space="preserve"> ning</w:t>
      </w:r>
      <w:r w:rsidR="00C50CEE">
        <w:rPr>
          <w:rFonts w:eastAsia="Times New Roman"/>
          <w:bCs/>
          <w:kern w:val="0"/>
          <w:lang w:eastAsia="en-US" w:bidi="ar-SA"/>
        </w:rPr>
        <w:t xml:space="preserve"> </w:t>
      </w:r>
      <w:r w:rsidR="00C50CEE" w:rsidRPr="005319F0">
        <w:rPr>
          <w:rFonts w:eastAsia="Times New Roman"/>
          <w:kern w:val="0"/>
          <w:lang w:eastAsia="en-US" w:bidi="ar-SA"/>
        </w:rPr>
        <w:t>kooskõlastas 31.01.2024 kirjaga nr 3-1.1/2024/498 Viimsi metskond 19 kinnisasja koosseisust vahetusmaa moodustamise</w:t>
      </w:r>
      <w:r w:rsidR="00C50CEE">
        <w:rPr>
          <w:rFonts w:eastAsia="Times New Roman"/>
          <w:kern w:val="0"/>
          <w:lang w:eastAsia="en-US" w:bidi="ar-SA"/>
        </w:rPr>
        <w:t>.</w:t>
      </w:r>
      <w:r w:rsidR="00C50CEE">
        <w:rPr>
          <w:rFonts w:eastAsia="Times New Roman"/>
          <w:kern w:val="0"/>
          <w:lang w:eastAsia="en-US" w:bidi="ar-SA"/>
        </w:rPr>
        <w:t xml:space="preserve"> </w:t>
      </w:r>
    </w:p>
    <w:p w14:paraId="653E5117" w14:textId="37F3E65C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5A52FEF8" w14:textId="77777777" w:rsidR="006A26B4" w:rsidRDefault="006A26B4" w:rsidP="006A26B4">
      <w:pPr>
        <w:tabs>
          <w:tab w:val="left" w:pos="5670"/>
        </w:tabs>
        <w:spacing w:line="240" w:lineRule="auto"/>
      </w:pPr>
      <w:r>
        <w:t xml:space="preserve">Maa- ja Ruumiamet korraldas kooskõlastatud maakorralduskava alusel kinnisasjade uutes piirides katastrimõõdistamise. </w:t>
      </w:r>
      <w:bookmarkStart w:id="0" w:name="_Hlk193183387"/>
      <w:r>
        <w:t>Katastripidajalt saadud andmete kohaselt moodustuvad maakorralduse läbiviimise tulemusena järgmised katastriüksused</w:t>
      </w:r>
      <w:bookmarkEnd w:id="0"/>
      <w:r>
        <w:t xml:space="preserve">: </w:t>
      </w:r>
    </w:p>
    <w:p w14:paraId="3D0C650F" w14:textId="77777777" w:rsidR="006A26B4" w:rsidRDefault="006A26B4" w:rsidP="006A26B4">
      <w:pPr>
        <w:pStyle w:val="Loendilik"/>
        <w:numPr>
          <w:ilvl w:val="0"/>
          <w:numId w:val="3"/>
        </w:numPr>
        <w:tabs>
          <w:tab w:val="left" w:pos="5670"/>
        </w:tabs>
        <w:spacing w:line="240" w:lineRule="auto"/>
      </w:pPr>
      <w:r>
        <w:t xml:space="preserve">registriosa nr </w:t>
      </w:r>
      <w:r w:rsidRPr="00D01E09">
        <w:t>10121902</w:t>
      </w:r>
      <w:r>
        <w:t xml:space="preserve"> koosseisu Kokasoone (katastritunnus </w:t>
      </w:r>
      <w:r w:rsidRPr="00D01E09">
        <w:t>71901:001:1163</w:t>
      </w:r>
      <w:r>
        <w:t xml:space="preserve">, pindala </w:t>
      </w:r>
      <w:r w:rsidRPr="00D01E09">
        <w:t>10</w:t>
      </w:r>
      <w:r>
        <w:t> </w:t>
      </w:r>
      <w:r w:rsidRPr="00D01E09">
        <w:t>732</w:t>
      </w:r>
      <w:r>
        <w:t xml:space="preserve"> </w:t>
      </w:r>
      <w:r w:rsidRPr="00F5669F">
        <w:t>m²</w:t>
      </w:r>
      <w:r>
        <w:t xml:space="preserve">, sihtotstarve maatulundusmaa 100%); </w:t>
      </w:r>
    </w:p>
    <w:p w14:paraId="1F8DB8AF" w14:textId="2A4A9140" w:rsidR="006A26B4" w:rsidRDefault="006A26B4" w:rsidP="006A26B4">
      <w:pPr>
        <w:pStyle w:val="Loendilik"/>
        <w:numPr>
          <w:ilvl w:val="0"/>
          <w:numId w:val="3"/>
        </w:numPr>
        <w:tabs>
          <w:tab w:val="left" w:pos="5670"/>
        </w:tabs>
        <w:spacing w:line="240" w:lineRule="auto"/>
      </w:pPr>
      <w:bookmarkStart w:id="1" w:name="_Hlk193185573"/>
      <w:bookmarkStart w:id="2" w:name="_Hlk181885365"/>
      <w:r>
        <w:t xml:space="preserve">registriosa nr </w:t>
      </w:r>
      <w:r w:rsidRPr="00D01E09">
        <w:t>14558102</w:t>
      </w:r>
      <w:r>
        <w:t xml:space="preserve"> koosseisu </w:t>
      </w:r>
      <w:bookmarkEnd w:id="1"/>
      <w:r w:rsidRPr="00D01E09">
        <w:t>Viimsi metskond 19</w:t>
      </w:r>
      <w:r>
        <w:t xml:space="preserve"> (katastritunnus </w:t>
      </w:r>
      <w:r w:rsidRPr="00D01E09">
        <w:t>71901:001:1164</w:t>
      </w:r>
      <w:r>
        <w:t xml:space="preserve">, pindala </w:t>
      </w:r>
      <w:r w:rsidRPr="006E63D7">
        <w:t>4</w:t>
      </w:r>
      <w:r w:rsidR="00183DC2">
        <w:t> </w:t>
      </w:r>
      <w:r w:rsidRPr="006E63D7">
        <w:t>826</w:t>
      </w:r>
      <w:r>
        <w:t> </w:t>
      </w:r>
      <w:r w:rsidRPr="006E63D7">
        <w:t>593</w:t>
      </w:r>
      <w:r>
        <w:t xml:space="preserve"> </w:t>
      </w:r>
      <w:r w:rsidRPr="00F5669F">
        <w:t>m²</w:t>
      </w:r>
      <w:r>
        <w:t>, sihtotstarve maatulundusmaa 100%)</w:t>
      </w:r>
      <w:bookmarkStart w:id="3" w:name="_Hlk187919171"/>
      <w:bookmarkEnd w:id="2"/>
      <w:r w:rsidR="00183DC2">
        <w:t xml:space="preserve"> ja Tallinna-Rapla raudtee 240 (katastritunnus </w:t>
      </w:r>
      <w:r w:rsidR="00183DC2" w:rsidRPr="00183DC2">
        <w:t>71901:001:0968</w:t>
      </w:r>
      <w:r w:rsidR="00183DC2">
        <w:t>, pindala</w:t>
      </w:r>
      <w:r w:rsidR="00183DC2" w:rsidRPr="00183DC2">
        <w:t xml:space="preserve"> 3541 m²</w:t>
      </w:r>
      <w:r w:rsidR="00183DC2">
        <w:t xml:space="preserve">, sihtotstarve </w:t>
      </w:r>
      <w:r w:rsidR="00183DC2" w:rsidRPr="00183DC2">
        <w:t>maatulundusmaa 100%</w:t>
      </w:r>
      <w:r w:rsidR="00183DC2">
        <w:t>)</w:t>
      </w:r>
      <w:r>
        <w:t>.</w:t>
      </w:r>
    </w:p>
    <w:bookmarkEnd w:id="3"/>
    <w:p w14:paraId="18FCC826" w14:textId="77777777" w:rsidR="00731259" w:rsidRDefault="00731259" w:rsidP="006A26B4">
      <w:p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</w:p>
    <w:p w14:paraId="38148779" w14:textId="77777777" w:rsidR="006A26B4" w:rsidRPr="00157ABB" w:rsidRDefault="006A26B4" w:rsidP="006A26B4">
      <w:pPr>
        <w:numPr>
          <w:ilvl w:val="0"/>
          <w:numId w:val="1"/>
        </w:num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>ÕIGUSLIKUD PÕHJENDUSED</w:t>
      </w:r>
    </w:p>
    <w:p w14:paraId="069E0860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7B3EF10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 xml:space="preserve">Kinnisasja avalikes huvides omandamise seaduse (KAHOS) § 4 lõike 1 punkti 7 alusel on </w:t>
      </w:r>
      <w:r w:rsidRPr="00157ABB">
        <w:rPr>
          <w:rFonts w:eastAsia="Times New Roman"/>
          <w:kern w:val="0"/>
          <w:lang w:eastAsia="en-US" w:bidi="ar-SA"/>
        </w:rPr>
        <w:lastRenderedPageBreak/>
        <w:t xml:space="preserve">kinnisasja lubatud omandada avaliku raudtee taristu ja teenindusrajatise ehitamiseks ning </w:t>
      </w:r>
      <w:r w:rsidRPr="001E11E1">
        <w:t>KAHOS § 6 lõike 3 kohaselt võib menetluse läbiviija riigi huvi korral olla Maa-</w:t>
      </w:r>
      <w:r>
        <w:t xml:space="preserve"> ja Ruumiamet</w:t>
      </w:r>
      <w:r w:rsidRPr="001E11E1">
        <w:t>.</w:t>
      </w:r>
      <w:r w:rsidRPr="00157ABB">
        <w:rPr>
          <w:rFonts w:eastAsia="Times New Roman"/>
          <w:kern w:val="0"/>
          <w:lang w:eastAsia="en-US" w:bidi="ar-SA"/>
        </w:rPr>
        <w:t xml:space="preserve"> </w:t>
      </w:r>
    </w:p>
    <w:p w14:paraId="4CE72EC0" w14:textId="77777777" w:rsidR="006A26B4" w:rsidRPr="00C26C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highlight w:val="green"/>
          <w:lang w:eastAsia="en-US" w:bidi="ar-SA"/>
        </w:rPr>
      </w:pPr>
    </w:p>
    <w:p w14:paraId="5BF951FE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57ABB">
        <w:rPr>
          <w:rFonts w:eastAsia="Times New Roman"/>
          <w:kern w:val="0"/>
          <w:lang w:eastAsia="en-US" w:bidi="ar-SA"/>
        </w:rPr>
        <w:t xml:space="preserve">KAHOS § 22 lõike 1 punkti 4 kohaselt on menetluse läbiviijal õigus pakkuda omandamise eesmärgist ja olukorrast tulenevalt maakorralduse läbiviimist, mis viiakse läbi maakorraldusseaduses (edaspidi </w:t>
      </w:r>
      <w:proofErr w:type="spellStart"/>
      <w:r w:rsidRPr="00157ABB">
        <w:rPr>
          <w:rFonts w:eastAsia="Times New Roman"/>
          <w:kern w:val="0"/>
          <w:lang w:eastAsia="en-US" w:bidi="ar-SA"/>
        </w:rPr>
        <w:t>MaaKS</w:t>
      </w:r>
      <w:proofErr w:type="spellEnd"/>
      <w:r w:rsidRPr="00157ABB">
        <w:rPr>
          <w:rFonts w:eastAsia="Times New Roman"/>
          <w:kern w:val="0"/>
          <w:lang w:eastAsia="en-US" w:bidi="ar-SA"/>
        </w:rPr>
        <w:t xml:space="preserve">) sätestatud korras. Maakorralduse osalisele ei maksta KAHOS § 25 lõike 2 kohaselt nimetatud seaduses sätestatud täiendavaid hüvitisi. </w:t>
      </w:r>
    </w:p>
    <w:p w14:paraId="06CB59BD" w14:textId="77777777" w:rsidR="006A26B4" w:rsidRPr="00C26C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highlight w:val="green"/>
          <w:lang w:eastAsia="en-US" w:bidi="ar-SA"/>
        </w:rPr>
      </w:pPr>
    </w:p>
    <w:p w14:paraId="423E60AE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proofErr w:type="spellStart"/>
      <w:r w:rsidRPr="00157ABB">
        <w:rPr>
          <w:rFonts w:eastAsia="Times New Roman"/>
          <w:kern w:val="0"/>
          <w:lang w:eastAsia="en-US" w:bidi="ar-SA"/>
        </w:rPr>
        <w:t>MaaKS</w:t>
      </w:r>
      <w:proofErr w:type="spellEnd"/>
      <w:r w:rsidRPr="00157ABB">
        <w:rPr>
          <w:rFonts w:eastAsia="Times New Roman"/>
          <w:kern w:val="0"/>
          <w:lang w:eastAsia="en-US" w:bidi="ar-SA"/>
        </w:rPr>
        <w:t xml:space="preserve"> § 29</w:t>
      </w:r>
      <w:r w:rsidRPr="00157ABB">
        <w:rPr>
          <w:rFonts w:eastAsia="Times New Roman"/>
          <w:kern w:val="0"/>
          <w:vertAlign w:val="superscript"/>
          <w:lang w:eastAsia="en-US" w:bidi="ar-SA"/>
        </w:rPr>
        <w:t>1</w:t>
      </w:r>
      <w:r w:rsidRPr="00157ABB">
        <w:rPr>
          <w:rFonts w:eastAsia="Times New Roman"/>
          <w:kern w:val="0"/>
          <w:lang w:eastAsia="en-US" w:bidi="ar-SA"/>
        </w:rPr>
        <w:t xml:space="preserve"> kohaselt on riigi maakorraldus riigi huvi korral </w:t>
      </w:r>
      <w:proofErr w:type="spellStart"/>
      <w:r w:rsidRPr="00157ABB">
        <w:rPr>
          <w:rFonts w:eastAsia="Times New Roman"/>
          <w:kern w:val="0"/>
          <w:lang w:eastAsia="en-US" w:bidi="ar-SA"/>
        </w:rPr>
        <w:t>MaaKS</w:t>
      </w:r>
      <w:proofErr w:type="spellEnd"/>
      <w:r w:rsidRPr="00157ABB">
        <w:rPr>
          <w:rFonts w:eastAsia="Times New Roman"/>
          <w:kern w:val="0"/>
          <w:lang w:eastAsia="en-US" w:bidi="ar-SA"/>
        </w:rPr>
        <w:t xml:space="preserve"> alusel läbi viidav maakorraldustoiming ning § 29</w:t>
      </w:r>
      <w:r w:rsidRPr="00157ABB">
        <w:rPr>
          <w:rFonts w:eastAsia="Times New Roman"/>
          <w:kern w:val="0"/>
          <w:vertAlign w:val="superscript"/>
          <w:lang w:eastAsia="en-US" w:bidi="ar-SA"/>
        </w:rPr>
        <w:t>2</w:t>
      </w:r>
      <w:r w:rsidRPr="00157ABB">
        <w:rPr>
          <w:rFonts w:eastAsia="Times New Roman"/>
          <w:kern w:val="0"/>
          <w:lang w:eastAsia="en-US" w:bidi="ar-SA"/>
        </w:rPr>
        <w:t xml:space="preserve"> lõike 1 kohaselt viib riigi maakorraldust läbi Maa-</w:t>
      </w:r>
      <w:r>
        <w:rPr>
          <w:rFonts w:eastAsia="Times New Roman"/>
          <w:kern w:val="0"/>
          <w:lang w:eastAsia="en-US" w:bidi="ar-SA"/>
        </w:rPr>
        <w:t xml:space="preserve">  </w:t>
      </w:r>
      <w:r>
        <w:t xml:space="preserve">ja Ruumiamet </w:t>
      </w:r>
      <w:r w:rsidRPr="00157ABB">
        <w:rPr>
          <w:rFonts w:eastAsia="Times New Roman"/>
          <w:kern w:val="0"/>
          <w:lang w:eastAsia="en-US" w:bidi="ar-SA"/>
        </w:rPr>
        <w:t xml:space="preserve">või tema volitatud isik. </w:t>
      </w:r>
    </w:p>
    <w:p w14:paraId="6E0FD5D0" w14:textId="77777777" w:rsidR="006A26B4" w:rsidRPr="00157ABB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08A8E43" w14:textId="77777777" w:rsidR="006A26B4" w:rsidRPr="00EB741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proofErr w:type="spellStart"/>
      <w:r w:rsidRPr="00157ABB">
        <w:rPr>
          <w:rFonts w:eastAsia="Times New Roman"/>
          <w:kern w:val="0"/>
          <w:lang w:eastAsia="en-US" w:bidi="ar-SA"/>
        </w:rPr>
        <w:t>MaaKS</w:t>
      </w:r>
      <w:proofErr w:type="spellEnd"/>
      <w:r w:rsidRPr="00157ABB">
        <w:rPr>
          <w:rFonts w:eastAsia="Times New Roman"/>
          <w:kern w:val="0"/>
          <w:lang w:eastAsia="en-US" w:bidi="ar-SA"/>
        </w:rPr>
        <w:t xml:space="preserve"> § 7 lõike 1 kohaselt on maakorralduse osaline kinnisasja omanik, kelle õigusi maakorraldus puudutab</w:t>
      </w:r>
      <w:r>
        <w:rPr>
          <w:rFonts w:eastAsia="Times New Roman"/>
          <w:kern w:val="0"/>
          <w:lang w:eastAsia="en-US" w:bidi="ar-SA"/>
        </w:rPr>
        <w:t>,</w:t>
      </w:r>
      <w:r w:rsidRPr="00157ABB">
        <w:rPr>
          <w:rFonts w:eastAsia="Times New Roman"/>
          <w:kern w:val="0"/>
          <w:lang w:eastAsia="en-US" w:bidi="ar-SA"/>
        </w:rPr>
        <w:t xml:space="preserve"> ning sama paragrahvi lõike 3 kohaselt esindab </w:t>
      </w:r>
      <w:r w:rsidRPr="00EB741A">
        <w:rPr>
          <w:rFonts w:eastAsia="Times New Roman"/>
          <w:kern w:val="0"/>
          <w:lang w:eastAsia="en-US" w:bidi="ar-SA"/>
        </w:rPr>
        <w:t>riiki kui kinnisasja omanikku maakorralduse osalisena riigivara valitseja või volitatud asutus.</w:t>
      </w:r>
    </w:p>
    <w:p w14:paraId="0E808A5E" w14:textId="77777777" w:rsidR="006A26B4" w:rsidRPr="00EB741A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448EC85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proofErr w:type="spellStart"/>
      <w:r w:rsidRPr="00117EA4">
        <w:rPr>
          <w:rFonts w:eastAsia="Times New Roman"/>
          <w:kern w:val="0"/>
          <w:lang w:eastAsia="en-US" w:bidi="ar-SA"/>
        </w:rPr>
        <w:t>MaaKS</w:t>
      </w:r>
      <w:proofErr w:type="spellEnd"/>
      <w:r w:rsidRPr="00117EA4">
        <w:rPr>
          <w:rFonts w:eastAsia="Times New Roman"/>
          <w:kern w:val="0"/>
          <w:lang w:eastAsia="en-US" w:bidi="ar-SA"/>
        </w:rPr>
        <w:t xml:space="preserve"> § 12 lõike 1 kohaselt on kinnisasjade osade vahetamine ja kinnisasja piiri muutmine lihtne maakorraldustoiming, mis viiakse läbi kinnisasjade omanike kokkuleppel kinnisasja või selle osa koondamiseks ja osade vahetamiseks ning piiri korrastamiseks ja planeeringu- või maakorraldusnõuetega vastavusse viimiseks. Seejuures on </w:t>
      </w:r>
      <w:proofErr w:type="spellStart"/>
      <w:r w:rsidRPr="00117EA4">
        <w:rPr>
          <w:rFonts w:eastAsia="Times New Roman"/>
          <w:kern w:val="0"/>
          <w:lang w:eastAsia="en-US" w:bidi="ar-SA"/>
        </w:rPr>
        <w:t>MaaKS</w:t>
      </w:r>
      <w:proofErr w:type="spellEnd"/>
      <w:r w:rsidRPr="00117EA4">
        <w:rPr>
          <w:rFonts w:eastAsia="Times New Roman"/>
          <w:kern w:val="0"/>
          <w:lang w:eastAsia="en-US" w:bidi="ar-SA"/>
        </w:rPr>
        <w:t xml:space="preserve"> § 12 lõike 3 alusel osalisel, kelle kinnisasja väärtus vahetamise või piiri muutmise tulemusena väheneb, väärtuse vähenemise ulatuses õigus nõuda hüvitist osaliselt, kelle kinnisasja väärtus suureneb.</w:t>
      </w:r>
    </w:p>
    <w:p w14:paraId="2CA6A93F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10B7A457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proofErr w:type="spellStart"/>
      <w:r w:rsidRPr="00117EA4">
        <w:rPr>
          <w:rFonts w:eastAsia="Times New Roman"/>
          <w:kern w:val="0"/>
          <w:lang w:eastAsia="en-US" w:bidi="ar-SA"/>
        </w:rPr>
        <w:t>MaaKS</w:t>
      </w:r>
      <w:proofErr w:type="spellEnd"/>
      <w:r w:rsidRPr="00117EA4">
        <w:rPr>
          <w:rFonts w:eastAsia="Times New Roman"/>
          <w:kern w:val="0"/>
          <w:lang w:eastAsia="en-US" w:bidi="ar-SA"/>
        </w:rPr>
        <w:t xml:space="preserve"> § 12 lõike 4 kohaselt, kui kinnisasjade osade vahetamine või kinnisasja piiri muutmine toimub riigile kuuluva kinnisasjaga ja ilmneb vajadus viia läbi hindamine, kohaldatakse </w:t>
      </w:r>
      <w:proofErr w:type="spellStart"/>
      <w:r w:rsidRPr="00117EA4">
        <w:rPr>
          <w:rFonts w:eastAsia="Times New Roman"/>
          <w:kern w:val="0"/>
          <w:lang w:eastAsia="en-US" w:bidi="ar-SA"/>
        </w:rPr>
        <w:t>MaaKS</w:t>
      </w:r>
      <w:proofErr w:type="spellEnd"/>
      <w:r w:rsidRPr="00117EA4">
        <w:rPr>
          <w:rFonts w:eastAsia="Times New Roman"/>
          <w:kern w:val="0"/>
          <w:lang w:eastAsia="en-US" w:bidi="ar-SA"/>
        </w:rPr>
        <w:t xml:space="preserve"> § 23 lõikes 1 sätestatut. </w:t>
      </w:r>
    </w:p>
    <w:p w14:paraId="702857E6" w14:textId="77777777" w:rsidR="006A26B4" w:rsidRPr="00117EA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56C0F888" w14:textId="417659C2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117EA4">
        <w:rPr>
          <w:rFonts w:eastAsia="Times New Roman"/>
          <w:kern w:val="0"/>
          <w:lang w:eastAsia="en-US" w:bidi="ar-SA"/>
        </w:rPr>
        <w:t>Tulenevalt maakatastriseaduse § 4 lõikest 4</w:t>
      </w:r>
      <w:r w:rsidRPr="00117EA4">
        <w:rPr>
          <w:rFonts w:eastAsia="Times New Roman"/>
          <w:kern w:val="0"/>
          <w:vertAlign w:val="superscript"/>
          <w:lang w:eastAsia="en-US" w:bidi="ar-SA"/>
        </w:rPr>
        <w:t>1</w:t>
      </w:r>
      <w:r w:rsidRPr="00117EA4">
        <w:rPr>
          <w:rFonts w:eastAsia="Times New Roman"/>
          <w:kern w:val="0"/>
          <w:lang w:eastAsia="en-US" w:bidi="ar-SA"/>
        </w:rPr>
        <w:t>, kui katastriandmeid ei vahetata elektroonilise ristkasutuse teel, esitab katastripidaja Tartu Maakohtu kinnistusosakonnale kinnistamisavalduse maakorraldustoimingu alusel kande tegemiseks.</w:t>
      </w:r>
    </w:p>
    <w:p w14:paraId="440B5B7D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02C19B56" w14:textId="77777777" w:rsidR="006A26B4" w:rsidRPr="005B0CF7" w:rsidRDefault="006A26B4" w:rsidP="006A26B4">
      <w:pPr>
        <w:numPr>
          <w:ilvl w:val="0"/>
          <w:numId w:val="1"/>
        </w:num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5B0CF7">
        <w:rPr>
          <w:rFonts w:eastAsia="Times New Roman"/>
          <w:kern w:val="0"/>
          <w:lang w:eastAsia="en-US" w:bidi="ar-SA"/>
        </w:rPr>
        <w:t>OTSUS</w:t>
      </w:r>
    </w:p>
    <w:p w14:paraId="5870EC4F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7F268A22" w14:textId="77777777" w:rsidR="006A26B4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  <w:r w:rsidRPr="0057306C">
        <w:rPr>
          <w:rFonts w:eastAsia="Times New Roman"/>
          <w:kern w:val="0"/>
          <w:lang w:eastAsia="en-US" w:bidi="ar-SA"/>
        </w:rPr>
        <w:t xml:space="preserve">Tulenevalt eeltoodust ja lähtudes KAHOS § 4 lõike 1 punktist 7, § 6 lõikest 3, § 22 lõike 1 punktist 4, § 25 lõikest 2 ja § 27 lõikest 2, </w:t>
      </w:r>
      <w:proofErr w:type="spellStart"/>
      <w:r w:rsidRPr="0057306C">
        <w:rPr>
          <w:rFonts w:eastAsia="Times New Roman"/>
          <w:kern w:val="0"/>
          <w:lang w:eastAsia="en-US" w:bidi="ar-SA"/>
        </w:rPr>
        <w:t>MaaKS</w:t>
      </w:r>
      <w:proofErr w:type="spellEnd"/>
      <w:r w:rsidRPr="0057306C">
        <w:rPr>
          <w:rFonts w:eastAsia="Times New Roman"/>
          <w:kern w:val="0"/>
          <w:lang w:eastAsia="en-US" w:bidi="ar-SA"/>
        </w:rPr>
        <w:t xml:space="preserve"> § 7 lõigetest 1 ja 3, §</w:t>
      </w:r>
      <w:r>
        <w:rPr>
          <w:rFonts w:eastAsia="Times New Roman"/>
          <w:kern w:val="0"/>
          <w:lang w:eastAsia="en-US" w:bidi="ar-SA"/>
        </w:rPr>
        <w:t>-st</w:t>
      </w:r>
      <w:r w:rsidRPr="0057306C">
        <w:rPr>
          <w:rFonts w:eastAsia="Times New Roman"/>
          <w:kern w:val="0"/>
          <w:lang w:eastAsia="en-US" w:bidi="ar-SA"/>
        </w:rPr>
        <w:t xml:space="preserve"> 12, §</w:t>
      </w:r>
      <w:r>
        <w:rPr>
          <w:rFonts w:eastAsia="Times New Roman"/>
          <w:kern w:val="0"/>
          <w:lang w:eastAsia="en-US" w:bidi="ar-SA"/>
        </w:rPr>
        <w:t>-st</w:t>
      </w:r>
      <w:r w:rsidRPr="0057306C">
        <w:rPr>
          <w:rFonts w:eastAsia="Times New Roman"/>
          <w:kern w:val="0"/>
          <w:lang w:eastAsia="en-US" w:bidi="ar-SA"/>
        </w:rPr>
        <w:t xml:space="preserve"> 29</w:t>
      </w:r>
      <w:r w:rsidRPr="0057306C">
        <w:rPr>
          <w:rFonts w:eastAsia="Times New Roman"/>
          <w:kern w:val="0"/>
          <w:vertAlign w:val="superscript"/>
          <w:lang w:eastAsia="en-US" w:bidi="ar-SA"/>
        </w:rPr>
        <w:t>1</w:t>
      </w:r>
      <w:r w:rsidRPr="0057306C">
        <w:rPr>
          <w:rFonts w:eastAsia="Times New Roman"/>
          <w:kern w:val="0"/>
          <w:lang w:eastAsia="en-US" w:bidi="ar-SA"/>
        </w:rPr>
        <w:t>,</w:t>
      </w:r>
      <w:r>
        <w:rPr>
          <w:rFonts w:eastAsia="Times New Roman"/>
          <w:kern w:val="0"/>
          <w:lang w:eastAsia="en-US" w:bidi="ar-SA"/>
        </w:rPr>
        <w:t xml:space="preserve"> </w:t>
      </w:r>
      <w:r w:rsidRPr="0057306C">
        <w:rPr>
          <w:rFonts w:eastAsia="Times New Roman"/>
          <w:kern w:val="0"/>
          <w:lang w:eastAsia="en-US" w:bidi="ar-SA"/>
        </w:rPr>
        <w:t>§</w:t>
      </w:r>
      <w:r>
        <w:rPr>
          <w:rFonts w:eastAsia="Times New Roman"/>
          <w:kern w:val="0"/>
          <w:lang w:eastAsia="en-US" w:bidi="ar-SA"/>
        </w:rPr>
        <w:t>-st</w:t>
      </w:r>
      <w:r w:rsidRPr="0057306C">
        <w:rPr>
          <w:rFonts w:eastAsia="Times New Roman"/>
          <w:kern w:val="0"/>
          <w:lang w:eastAsia="en-US" w:bidi="ar-SA"/>
        </w:rPr>
        <w:t xml:space="preserve"> 29</w:t>
      </w:r>
      <w:r w:rsidRPr="0057306C">
        <w:rPr>
          <w:rFonts w:eastAsia="Times New Roman"/>
          <w:kern w:val="0"/>
          <w:vertAlign w:val="superscript"/>
          <w:lang w:eastAsia="en-US" w:bidi="ar-SA"/>
        </w:rPr>
        <w:t>2</w:t>
      </w:r>
      <w:r>
        <w:rPr>
          <w:rFonts w:eastAsia="Times New Roman"/>
          <w:kern w:val="0"/>
          <w:lang w:eastAsia="en-US" w:bidi="ar-SA"/>
        </w:rPr>
        <w:t xml:space="preserve">, </w:t>
      </w:r>
      <w:r w:rsidRPr="00F513D3">
        <w:rPr>
          <w:rFonts w:eastAsia="Times New Roman"/>
          <w:kern w:val="0"/>
          <w:lang w:eastAsia="en-US" w:bidi="ar-SA"/>
        </w:rPr>
        <w:t>kliimaministri 25.09.2023 Maa-ameti peadirektorile antud notariaalsest volitusest</w:t>
      </w:r>
      <w:r>
        <w:rPr>
          <w:rFonts w:eastAsia="Times New Roman"/>
          <w:kern w:val="0"/>
          <w:lang w:eastAsia="en-US" w:bidi="ar-SA"/>
        </w:rPr>
        <w:t xml:space="preserve"> ja Saku</w:t>
      </w:r>
      <w:r w:rsidRPr="000D699C">
        <w:rPr>
          <w:rFonts w:eastAsia="Times New Roman"/>
          <w:kern w:val="0"/>
          <w:highlight w:val="yellow"/>
          <w:lang w:eastAsia="en-US" w:bidi="ar-SA"/>
        </w:rPr>
        <w:t xml:space="preserve"> </w:t>
      </w:r>
      <w:r w:rsidRPr="00567866">
        <w:rPr>
          <w:rFonts w:eastAsia="Times New Roman"/>
          <w:kern w:val="0"/>
          <w:lang w:eastAsia="en-US" w:bidi="ar-SA"/>
        </w:rPr>
        <w:t>Vallavalitsuse 28.01.2025 korraldusest nr 59 „Nõusoleku andmine katastriüksuste piiride muutmiseks,</w:t>
      </w:r>
      <w:r>
        <w:rPr>
          <w:rFonts w:eastAsia="Times New Roman"/>
          <w:kern w:val="0"/>
          <w:lang w:eastAsia="en-US" w:bidi="ar-SA"/>
        </w:rPr>
        <w:t xml:space="preserve"> </w:t>
      </w:r>
      <w:r w:rsidRPr="00567866">
        <w:rPr>
          <w:rFonts w:eastAsia="Times New Roman"/>
          <w:kern w:val="0"/>
          <w:lang w:eastAsia="en-US" w:bidi="ar-SA"/>
        </w:rPr>
        <w:t>koha-aadressi ja sihtotstarbe määramine“</w:t>
      </w:r>
      <w:r>
        <w:rPr>
          <w:rFonts w:eastAsia="Times New Roman"/>
          <w:kern w:val="0"/>
          <w:lang w:eastAsia="en-US" w:bidi="ar-SA"/>
        </w:rPr>
        <w:t xml:space="preserve"> </w:t>
      </w:r>
      <w:r w:rsidRPr="000D699C">
        <w:rPr>
          <w:rFonts w:eastAsia="Times New Roman"/>
          <w:kern w:val="0"/>
          <w:lang w:eastAsia="en-US" w:bidi="ar-SA"/>
        </w:rPr>
        <w:t xml:space="preserve">ning tuginedes </w:t>
      </w:r>
      <w:proofErr w:type="spellStart"/>
      <w:r w:rsidRPr="000D699C">
        <w:rPr>
          <w:rFonts w:eastAsia="Times New Roman"/>
          <w:kern w:val="0"/>
          <w:lang w:eastAsia="en-US" w:bidi="ar-SA"/>
        </w:rPr>
        <w:t>MaRu</w:t>
      </w:r>
      <w:proofErr w:type="spellEnd"/>
      <w:r w:rsidRPr="000D699C">
        <w:rPr>
          <w:rFonts w:eastAsia="Times New Roman"/>
          <w:kern w:val="0"/>
          <w:lang w:eastAsia="en-US" w:bidi="ar-SA"/>
        </w:rPr>
        <w:t xml:space="preserve"> peadirektori 15.04.2025 käskkirjale nr 1-17/25/640 „Volituse andmine allkirjastamiseks“</w:t>
      </w:r>
      <w:r w:rsidRPr="0057306C">
        <w:rPr>
          <w:rFonts w:eastAsia="Times New Roman"/>
          <w:kern w:val="0"/>
          <w:lang w:eastAsia="en-US" w:bidi="ar-SA"/>
        </w:rPr>
        <w:t>:</w:t>
      </w:r>
    </w:p>
    <w:p w14:paraId="048E3FBA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kern w:val="0"/>
          <w:lang w:eastAsia="en-US" w:bidi="ar-SA"/>
        </w:rPr>
      </w:pPr>
    </w:p>
    <w:p w14:paraId="602F8255" w14:textId="77777777" w:rsidR="006A26B4" w:rsidRPr="00A71421" w:rsidRDefault="006A26B4" w:rsidP="006A26B4">
      <w:pPr>
        <w:numPr>
          <w:ilvl w:val="1"/>
          <w:numId w:val="2"/>
        </w:numPr>
        <w:tabs>
          <w:tab w:val="left" w:pos="5246"/>
        </w:tabs>
        <w:spacing w:line="240" w:lineRule="auto"/>
        <w:ind w:left="851" w:hanging="567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Cs/>
          <w:kern w:val="0"/>
          <w:lang w:eastAsia="en-US" w:bidi="ar-SA"/>
        </w:rPr>
        <w:t xml:space="preserve">   </w:t>
      </w:r>
      <w:r w:rsidRPr="00A71421">
        <w:rPr>
          <w:rFonts w:eastAsia="Times New Roman"/>
          <w:bCs/>
          <w:kern w:val="0"/>
          <w:lang w:eastAsia="en-US" w:bidi="ar-SA"/>
        </w:rPr>
        <w:t>Riigi maakorralduse käigus läbi viidud kinnisasjade osade vahetamise ja piiride muutmise tulemusel teha maakatastris ja kinnistusraamatus järgmised muudatused:</w:t>
      </w:r>
    </w:p>
    <w:p w14:paraId="19A7E6D3" w14:textId="77777777" w:rsidR="006A26B4" w:rsidRPr="0069489A" w:rsidRDefault="006A26B4" w:rsidP="006A26B4">
      <w:pPr>
        <w:numPr>
          <w:ilvl w:val="2"/>
          <w:numId w:val="2"/>
        </w:numPr>
        <w:tabs>
          <w:tab w:val="clear" w:pos="1571"/>
          <w:tab w:val="num" w:pos="1570"/>
          <w:tab w:val="left" w:pos="5246"/>
        </w:tabs>
        <w:spacing w:line="240" w:lineRule="auto"/>
        <w:ind w:left="1570"/>
        <w:rPr>
          <w:rFonts w:eastAsia="Times New Roman"/>
          <w:bCs/>
          <w:kern w:val="0"/>
          <w:lang w:eastAsia="en-US" w:bidi="ar-SA"/>
        </w:rPr>
      </w:pPr>
      <w:r w:rsidRPr="0069489A">
        <w:rPr>
          <w:rFonts w:eastAsia="Times New Roman"/>
          <w:bCs/>
          <w:kern w:val="0"/>
          <w:lang w:eastAsia="en-US" w:bidi="ar-SA"/>
        </w:rPr>
        <w:t xml:space="preserve">Kairi </w:t>
      </w:r>
      <w:proofErr w:type="spellStart"/>
      <w:r w:rsidRPr="0069489A">
        <w:rPr>
          <w:rFonts w:eastAsia="Times New Roman"/>
          <w:bCs/>
          <w:kern w:val="0"/>
          <w:lang w:eastAsia="en-US" w:bidi="ar-SA"/>
        </w:rPr>
        <w:t>Jõgis</w:t>
      </w:r>
      <w:r>
        <w:rPr>
          <w:rFonts w:eastAsia="Times New Roman"/>
          <w:bCs/>
          <w:kern w:val="0"/>
          <w:lang w:eastAsia="en-US" w:bidi="ar-SA"/>
        </w:rPr>
        <w:t>’e</w:t>
      </w:r>
      <w:proofErr w:type="spellEnd"/>
      <w:r w:rsidRPr="0069489A">
        <w:rPr>
          <w:rFonts w:eastAsia="Times New Roman"/>
          <w:bCs/>
          <w:kern w:val="0"/>
          <w:lang w:eastAsia="en-US" w:bidi="ar-SA"/>
        </w:rPr>
        <w:t xml:space="preserve"> (isikukood 47501140344) omandis oleva kinnistu registriosast nr </w:t>
      </w:r>
      <w:r w:rsidRPr="0069489A">
        <w:rPr>
          <w:rFonts w:eastAsia="Times New Roman"/>
          <w:kern w:val="0"/>
          <w:lang w:eastAsia="en-US" w:bidi="ar-SA"/>
        </w:rPr>
        <w:t>10121902 kustutada Harju maakon</w:t>
      </w:r>
      <w:r>
        <w:rPr>
          <w:rFonts w:eastAsia="Times New Roman"/>
          <w:kern w:val="0"/>
          <w:lang w:eastAsia="en-US" w:bidi="ar-SA"/>
        </w:rPr>
        <w:t>nas</w:t>
      </w:r>
      <w:r w:rsidRPr="0069489A">
        <w:rPr>
          <w:rFonts w:eastAsia="Times New Roman"/>
          <w:kern w:val="0"/>
          <w:lang w:eastAsia="en-US" w:bidi="ar-SA"/>
        </w:rPr>
        <w:t xml:space="preserve"> Saku val</w:t>
      </w:r>
      <w:r>
        <w:rPr>
          <w:rFonts w:eastAsia="Times New Roman"/>
          <w:kern w:val="0"/>
          <w:lang w:eastAsia="en-US" w:bidi="ar-SA"/>
        </w:rPr>
        <w:t>las</w:t>
      </w:r>
      <w:r w:rsidRPr="0069489A">
        <w:rPr>
          <w:rFonts w:eastAsia="Times New Roman"/>
          <w:kern w:val="0"/>
          <w:lang w:eastAsia="en-US" w:bidi="ar-SA"/>
        </w:rPr>
        <w:t xml:space="preserve"> </w:t>
      </w:r>
      <w:proofErr w:type="spellStart"/>
      <w:r w:rsidRPr="0069489A">
        <w:rPr>
          <w:rFonts w:eastAsia="Times New Roman"/>
          <w:kern w:val="0"/>
          <w:lang w:eastAsia="en-US" w:bidi="ar-SA"/>
        </w:rPr>
        <w:t>Saustinõmme</w:t>
      </w:r>
      <w:proofErr w:type="spellEnd"/>
      <w:r>
        <w:rPr>
          <w:rFonts w:eastAsia="Times New Roman"/>
          <w:kern w:val="0"/>
          <w:lang w:eastAsia="en-US" w:bidi="ar-SA"/>
        </w:rPr>
        <w:t xml:space="preserve"> </w:t>
      </w:r>
      <w:r w:rsidRPr="0069489A">
        <w:rPr>
          <w:rFonts w:eastAsia="Times New Roman"/>
          <w:kern w:val="0"/>
          <w:lang w:eastAsia="en-US" w:bidi="ar-SA"/>
        </w:rPr>
        <w:t>küla</w:t>
      </w:r>
      <w:r>
        <w:rPr>
          <w:rFonts w:eastAsia="Times New Roman"/>
          <w:kern w:val="0"/>
          <w:lang w:eastAsia="en-US" w:bidi="ar-SA"/>
        </w:rPr>
        <w:t>s</w:t>
      </w:r>
      <w:r w:rsidRPr="0069489A">
        <w:rPr>
          <w:rFonts w:eastAsia="Times New Roman"/>
          <w:kern w:val="0"/>
          <w:lang w:eastAsia="en-US" w:bidi="ar-SA"/>
        </w:rPr>
        <w:t xml:space="preserve"> </w:t>
      </w:r>
      <w:r>
        <w:rPr>
          <w:rFonts w:eastAsia="Times New Roman"/>
          <w:kern w:val="0"/>
          <w:lang w:eastAsia="en-US" w:bidi="ar-SA"/>
        </w:rPr>
        <w:t xml:space="preserve">paiknevad </w:t>
      </w:r>
      <w:r w:rsidRPr="000D403C">
        <w:rPr>
          <w:rFonts w:eastAsia="Times New Roman"/>
          <w:kern w:val="0"/>
          <w:lang w:eastAsia="en-US" w:bidi="ar-SA"/>
        </w:rPr>
        <w:t>Tallinna-Rapla raudtee 240</w:t>
      </w:r>
      <w:r>
        <w:rPr>
          <w:rFonts w:eastAsia="Times New Roman"/>
          <w:kern w:val="0"/>
          <w:lang w:eastAsia="en-US" w:bidi="ar-SA"/>
        </w:rPr>
        <w:t xml:space="preserve"> katastriüksus (katastritunnusega </w:t>
      </w:r>
      <w:r w:rsidRPr="000D403C">
        <w:rPr>
          <w:rFonts w:eastAsia="Times New Roman"/>
          <w:kern w:val="0"/>
          <w:lang w:eastAsia="en-US" w:bidi="ar-SA"/>
        </w:rPr>
        <w:t>71901:001:0968</w:t>
      </w:r>
      <w:r>
        <w:rPr>
          <w:rFonts w:eastAsia="Times New Roman"/>
          <w:kern w:val="0"/>
          <w:lang w:eastAsia="en-US" w:bidi="ar-SA"/>
        </w:rPr>
        <w:t xml:space="preserve">, pindalaga </w:t>
      </w:r>
      <w:r w:rsidRPr="000D403C">
        <w:rPr>
          <w:rFonts w:eastAsia="Times New Roman"/>
          <w:kern w:val="0"/>
          <w:lang w:eastAsia="en-US" w:bidi="ar-SA"/>
        </w:rPr>
        <w:t>3541</w:t>
      </w:r>
      <w:r>
        <w:rPr>
          <w:rFonts w:eastAsia="Times New Roman"/>
          <w:kern w:val="0"/>
          <w:lang w:eastAsia="en-US" w:bidi="ar-SA"/>
        </w:rPr>
        <w:t xml:space="preserve"> m², sihtotstarbega maatulundusmaa 100%) ja </w:t>
      </w:r>
      <w:r w:rsidRPr="0069489A">
        <w:rPr>
          <w:rFonts w:eastAsia="Times New Roman"/>
          <w:kern w:val="0"/>
          <w:lang w:eastAsia="en-US" w:bidi="ar-SA"/>
        </w:rPr>
        <w:t>Kokasoone</w:t>
      </w:r>
      <w:r w:rsidRPr="0069489A">
        <w:rPr>
          <w:rFonts w:eastAsia="Times New Roman"/>
          <w:bCs/>
          <w:kern w:val="0"/>
          <w:lang w:eastAsia="en-US" w:bidi="ar-SA"/>
        </w:rPr>
        <w:t xml:space="preserve"> katastriüksus </w:t>
      </w:r>
      <w:r>
        <w:rPr>
          <w:rFonts w:eastAsia="Times New Roman"/>
          <w:bCs/>
          <w:kern w:val="0"/>
          <w:lang w:eastAsia="en-US" w:bidi="ar-SA"/>
        </w:rPr>
        <w:t>(</w:t>
      </w:r>
      <w:r w:rsidRPr="0069489A">
        <w:rPr>
          <w:rFonts w:eastAsia="Times New Roman"/>
          <w:bCs/>
          <w:kern w:val="0"/>
          <w:lang w:eastAsia="en-US" w:bidi="ar-SA"/>
        </w:rPr>
        <w:t xml:space="preserve">katastritunnusega </w:t>
      </w:r>
      <w:r w:rsidRPr="000D403C">
        <w:rPr>
          <w:rFonts w:eastAsia="Times New Roman"/>
          <w:bCs/>
          <w:kern w:val="0"/>
          <w:lang w:eastAsia="en-US" w:bidi="ar-SA"/>
        </w:rPr>
        <w:t>71901:001:0969</w:t>
      </w:r>
      <w:r w:rsidRPr="0069489A">
        <w:rPr>
          <w:rFonts w:eastAsia="Times New Roman"/>
          <w:bCs/>
          <w:kern w:val="0"/>
          <w:lang w:eastAsia="en-US" w:bidi="ar-SA"/>
        </w:rPr>
        <w:t>, pindalaga 5106 m², sihtotstarbega maatulundusmaa 100%</w:t>
      </w:r>
      <w:r>
        <w:rPr>
          <w:rFonts w:eastAsia="Times New Roman"/>
          <w:bCs/>
          <w:kern w:val="0"/>
          <w:lang w:eastAsia="en-US" w:bidi="ar-SA"/>
        </w:rPr>
        <w:t>)</w:t>
      </w:r>
      <w:r w:rsidRPr="0069489A">
        <w:rPr>
          <w:rFonts w:eastAsia="Times New Roman"/>
          <w:bCs/>
          <w:kern w:val="0"/>
          <w:lang w:eastAsia="en-US" w:bidi="ar-SA"/>
        </w:rPr>
        <w:t xml:space="preserve"> ning sisse kanda </w:t>
      </w:r>
      <w:r w:rsidRPr="000D403C">
        <w:rPr>
          <w:rFonts w:eastAsia="Times New Roman"/>
          <w:bCs/>
          <w:kern w:val="0"/>
          <w:lang w:eastAsia="en-US" w:bidi="ar-SA"/>
        </w:rPr>
        <w:t>Harju maakon</w:t>
      </w:r>
      <w:r>
        <w:rPr>
          <w:rFonts w:eastAsia="Times New Roman"/>
          <w:bCs/>
          <w:kern w:val="0"/>
          <w:lang w:eastAsia="en-US" w:bidi="ar-SA"/>
        </w:rPr>
        <w:t>nas</w:t>
      </w:r>
      <w:r w:rsidRPr="000D403C">
        <w:rPr>
          <w:rFonts w:eastAsia="Times New Roman"/>
          <w:bCs/>
          <w:kern w:val="0"/>
          <w:lang w:eastAsia="en-US" w:bidi="ar-SA"/>
        </w:rPr>
        <w:t xml:space="preserve"> Saku val</w:t>
      </w:r>
      <w:r>
        <w:rPr>
          <w:rFonts w:eastAsia="Times New Roman"/>
          <w:bCs/>
          <w:kern w:val="0"/>
          <w:lang w:eastAsia="en-US" w:bidi="ar-SA"/>
        </w:rPr>
        <w:t>las</w:t>
      </w:r>
      <w:r w:rsidRPr="000D403C">
        <w:rPr>
          <w:rFonts w:eastAsia="Times New Roman"/>
          <w:bCs/>
          <w:kern w:val="0"/>
          <w:lang w:eastAsia="en-US" w:bidi="ar-SA"/>
        </w:rPr>
        <w:t xml:space="preserve"> </w:t>
      </w:r>
      <w:proofErr w:type="spellStart"/>
      <w:r w:rsidRPr="000D403C">
        <w:rPr>
          <w:rFonts w:eastAsia="Times New Roman"/>
          <w:bCs/>
          <w:kern w:val="0"/>
          <w:lang w:eastAsia="en-US" w:bidi="ar-SA"/>
        </w:rPr>
        <w:t>Saustinõmme</w:t>
      </w:r>
      <w:proofErr w:type="spellEnd"/>
      <w:r w:rsidRPr="000D403C">
        <w:rPr>
          <w:rFonts w:eastAsia="Times New Roman"/>
          <w:bCs/>
          <w:kern w:val="0"/>
          <w:lang w:eastAsia="en-US" w:bidi="ar-SA"/>
        </w:rPr>
        <w:t xml:space="preserve"> küla</w:t>
      </w:r>
      <w:r>
        <w:rPr>
          <w:rFonts w:eastAsia="Times New Roman"/>
          <w:bCs/>
          <w:kern w:val="0"/>
          <w:lang w:eastAsia="en-US" w:bidi="ar-SA"/>
        </w:rPr>
        <w:t>s paiknev</w:t>
      </w:r>
      <w:r w:rsidRPr="000D403C">
        <w:rPr>
          <w:rFonts w:eastAsia="Times New Roman"/>
          <w:bCs/>
          <w:kern w:val="0"/>
          <w:lang w:eastAsia="en-US" w:bidi="ar-SA"/>
        </w:rPr>
        <w:t xml:space="preserve"> Kokasoone</w:t>
      </w:r>
      <w:r w:rsidRPr="0069489A">
        <w:rPr>
          <w:rFonts w:eastAsia="Times New Roman"/>
          <w:bCs/>
          <w:kern w:val="0"/>
          <w:lang w:eastAsia="en-US" w:bidi="ar-SA"/>
        </w:rPr>
        <w:t xml:space="preserve"> katastriüksus </w:t>
      </w:r>
      <w:r>
        <w:rPr>
          <w:rFonts w:eastAsia="Times New Roman"/>
          <w:bCs/>
          <w:kern w:val="0"/>
          <w:lang w:eastAsia="en-US" w:bidi="ar-SA"/>
        </w:rPr>
        <w:t>(</w:t>
      </w:r>
      <w:r w:rsidRPr="0069489A">
        <w:rPr>
          <w:rFonts w:eastAsia="Times New Roman"/>
          <w:bCs/>
          <w:kern w:val="0"/>
          <w:lang w:eastAsia="en-US" w:bidi="ar-SA"/>
        </w:rPr>
        <w:t xml:space="preserve">katastritunnusega </w:t>
      </w:r>
      <w:r w:rsidRPr="000D403C">
        <w:rPr>
          <w:rFonts w:eastAsia="Times New Roman"/>
          <w:bCs/>
          <w:kern w:val="0"/>
          <w:lang w:eastAsia="en-US" w:bidi="ar-SA"/>
        </w:rPr>
        <w:t>71901:001:1163</w:t>
      </w:r>
      <w:r w:rsidRPr="0069489A">
        <w:rPr>
          <w:rFonts w:eastAsia="Times New Roman"/>
          <w:bCs/>
          <w:kern w:val="0"/>
          <w:lang w:eastAsia="en-US" w:bidi="ar-SA"/>
        </w:rPr>
        <w:t xml:space="preserve">, pindalaga </w:t>
      </w:r>
      <w:r w:rsidRPr="000D403C">
        <w:t>10</w:t>
      </w:r>
      <w:r>
        <w:t> </w:t>
      </w:r>
      <w:r w:rsidRPr="000D403C">
        <w:t>732</w:t>
      </w:r>
      <w:r>
        <w:t xml:space="preserve"> </w:t>
      </w:r>
      <w:r w:rsidRPr="00583AB1">
        <w:t>m²</w:t>
      </w:r>
      <w:r w:rsidRPr="0069489A">
        <w:rPr>
          <w:rFonts w:eastAsia="Times New Roman"/>
          <w:bCs/>
          <w:kern w:val="0"/>
          <w:lang w:eastAsia="en-US" w:bidi="ar-SA"/>
        </w:rPr>
        <w:t>, sihtotstarbega maatulundusmaa 100%;</w:t>
      </w:r>
    </w:p>
    <w:p w14:paraId="594EEE5D" w14:textId="07C90F66" w:rsidR="006A26B4" w:rsidRDefault="006A26B4" w:rsidP="006A26B4">
      <w:pPr>
        <w:pStyle w:val="Loendilik"/>
        <w:numPr>
          <w:ilvl w:val="2"/>
          <w:numId w:val="2"/>
        </w:num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F328DE">
        <w:rPr>
          <w:rFonts w:eastAsia="Times New Roman"/>
          <w:bCs/>
          <w:kern w:val="0"/>
          <w:lang w:eastAsia="en-US" w:bidi="ar-SA"/>
        </w:rPr>
        <w:t xml:space="preserve">Eesti Vabariigi omandis, </w:t>
      </w:r>
      <w:r>
        <w:rPr>
          <w:rFonts w:eastAsia="Times New Roman"/>
          <w:bCs/>
          <w:kern w:val="0"/>
          <w:lang w:eastAsia="en-US" w:bidi="ar-SA"/>
        </w:rPr>
        <w:t xml:space="preserve">Kliimaministeeriumi </w:t>
      </w:r>
      <w:r w:rsidRPr="00F328DE">
        <w:rPr>
          <w:rFonts w:eastAsia="Times New Roman"/>
          <w:bCs/>
          <w:kern w:val="0"/>
          <w:lang w:eastAsia="en-US" w:bidi="ar-SA"/>
        </w:rPr>
        <w:t xml:space="preserve">valitsemisel (riigi kinnisvararegistri objekti kood </w:t>
      </w:r>
      <w:r w:rsidRPr="000D403C">
        <w:rPr>
          <w:rFonts w:eastAsia="Times New Roman"/>
          <w:bCs/>
          <w:kern w:val="0"/>
          <w:lang w:eastAsia="en-US" w:bidi="ar-SA"/>
        </w:rPr>
        <w:t>KV6421</w:t>
      </w:r>
      <w:r w:rsidRPr="00F328DE">
        <w:rPr>
          <w:rFonts w:eastAsia="Times New Roman"/>
          <w:bCs/>
          <w:kern w:val="0"/>
          <w:lang w:eastAsia="en-US" w:bidi="ar-SA"/>
        </w:rPr>
        <w:t xml:space="preserve">) ja </w:t>
      </w:r>
      <w:r>
        <w:rPr>
          <w:rFonts w:eastAsia="Times New Roman"/>
          <w:bCs/>
          <w:kern w:val="0"/>
          <w:lang w:eastAsia="en-US" w:bidi="ar-SA"/>
        </w:rPr>
        <w:t xml:space="preserve">Riigimetsa Majandamise Keskuse </w:t>
      </w:r>
      <w:r w:rsidRPr="00F328DE">
        <w:rPr>
          <w:rFonts w:eastAsia="Times New Roman"/>
          <w:bCs/>
          <w:kern w:val="0"/>
          <w:lang w:eastAsia="en-US" w:bidi="ar-SA"/>
        </w:rPr>
        <w:t xml:space="preserve"> volitatud valitsemisel oleva kinnistu registriosast nr </w:t>
      </w:r>
      <w:r w:rsidRPr="000D403C">
        <w:rPr>
          <w:rFonts w:eastAsia="Times New Roman"/>
          <w:bCs/>
          <w:kern w:val="0"/>
          <w:lang w:eastAsia="en-US" w:bidi="ar-SA"/>
        </w:rPr>
        <w:t>14558102</w:t>
      </w:r>
      <w:r w:rsidRPr="00F328DE">
        <w:rPr>
          <w:rFonts w:eastAsia="Times New Roman"/>
          <w:bCs/>
          <w:kern w:val="0"/>
          <w:lang w:eastAsia="en-US" w:bidi="ar-SA"/>
        </w:rPr>
        <w:t xml:space="preserve"> kustutada </w:t>
      </w:r>
      <w:bookmarkStart w:id="4" w:name="_Hlk181888662"/>
      <w:r>
        <w:rPr>
          <w:rFonts w:eastAsia="Times New Roman"/>
          <w:bCs/>
          <w:kern w:val="0"/>
          <w:lang w:eastAsia="en-US" w:bidi="ar-SA"/>
        </w:rPr>
        <w:t>Harju</w:t>
      </w:r>
      <w:r w:rsidRPr="00F328DE">
        <w:rPr>
          <w:rFonts w:eastAsia="Times New Roman"/>
          <w:bCs/>
          <w:kern w:val="0"/>
          <w:lang w:eastAsia="en-US" w:bidi="ar-SA"/>
        </w:rPr>
        <w:t xml:space="preserve"> </w:t>
      </w:r>
      <w:r w:rsidRPr="00F328DE">
        <w:rPr>
          <w:rFonts w:eastAsia="Times New Roman"/>
          <w:bCs/>
          <w:kern w:val="0"/>
          <w:lang w:eastAsia="en-US" w:bidi="ar-SA"/>
        </w:rPr>
        <w:lastRenderedPageBreak/>
        <w:t xml:space="preserve">maakonnas </w:t>
      </w:r>
      <w:r>
        <w:rPr>
          <w:rFonts w:eastAsia="Times New Roman"/>
          <w:bCs/>
          <w:kern w:val="0"/>
          <w:lang w:eastAsia="en-US" w:bidi="ar-SA"/>
        </w:rPr>
        <w:t>Saku</w:t>
      </w:r>
      <w:r w:rsidRPr="00F328DE">
        <w:rPr>
          <w:rFonts w:eastAsia="Times New Roman"/>
          <w:bCs/>
          <w:kern w:val="0"/>
          <w:lang w:eastAsia="en-US" w:bidi="ar-SA"/>
        </w:rPr>
        <w:t xml:space="preserve"> vallas </w:t>
      </w:r>
      <w:r>
        <w:rPr>
          <w:rFonts w:eastAsia="Times New Roman"/>
          <w:bCs/>
          <w:kern w:val="0"/>
          <w:lang w:eastAsia="en-US" w:bidi="ar-SA"/>
        </w:rPr>
        <w:t>Männiku</w:t>
      </w:r>
      <w:r w:rsidRPr="00F328DE">
        <w:rPr>
          <w:rFonts w:eastAsia="Times New Roman"/>
          <w:bCs/>
          <w:kern w:val="0"/>
          <w:lang w:eastAsia="en-US" w:bidi="ar-SA"/>
        </w:rPr>
        <w:t xml:space="preserve"> külas paiknev</w:t>
      </w:r>
      <w:bookmarkEnd w:id="4"/>
      <w:r w:rsidRPr="00F328DE">
        <w:rPr>
          <w:rFonts w:eastAsia="Times New Roman"/>
          <w:bCs/>
          <w:kern w:val="0"/>
          <w:lang w:eastAsia="en-US" w:bidi="ar-SA"/>
        </w:rPr>
        <w:t xml:space="preserve"> </w:t>
      </w:r>
      <w:r>
        <w:rPr>
          <w:rFonts w:eastAsia="Times New Roman"/>
          <w:bCs/>
          <w:kern w:val="0"/>
          <w:lang w:eastAsia="en-US" w:bidi="ar-SA"/>
        </w:rPr>
        <w:t xml:space="preserve">Viimsi </w:t>
      </w:r>
      <w:r w:rsidRPr="00583AB1">
        <w:rPr>
          <w:rFonts w:eastAsia="Times New Roman"/>
          <w:bCs/>
          <w:kern w:val="0"/>
          <w:lang w:eastAsia="en-US" w:bidi="ar-SA"/>
        </w:rPr>
        <w:t xml:space="preserve">metskond </w:t>
      </w:r>
      <w:r>
        <w:rPr>
          <w:rFonts w:eastAsia="Times New Roman"/>
          <w:bCs/>
          <w:kern w:val="0"/>
          <w:lang w:eastAsia="en-US" w:bidi="ar-SA"/>
        </w:rPr>
        <w:t>19</w:t>
      </w:r>
      <w:r w:rsidRPr="00F328DE">
        <w:rPr>
          <w:rFonts w:eastAsia="Times New Roman"/>
          <w:bCs/>
          <w:kern w:val="0"/>
          <w:lang w:eastAsia="en-US" w:bidi="ar-SA"/>
        </w:rPr>
        <w:t xml:space="preserve"> katastriüksus </w:t>
      </w:r>
      <w:r>
        <w:rPr>
          <w:rFonts w:eastAsia="Times New Roman"/>
          <w:bCs/>
          <w:kern w:val="0"/>
          <w:lang w:eastAsia="en-US" w:bidi="ar-SA"/>
        </w:rPr>
        <w:t>(</w:t>
      </w:r>
      <w:r w:rsidRPr="00F328DE">
        <w:rPr>
          <w:rFonts w:eastAsia="Times New Roman"/>
          <w:bCs/>
          <w:kern w:val="0"/>
          <w:lang w:eastAsia="en-US" w:bidi="ar-SA"/>
        </w:rPr>
        <w:t xml:space="preserve">katastritunnusega </w:t>
      </w:r>
      <w:r w:rsidRPr="000D403C">
        <w:rPr>
          <w:rFonts w:eastAsia="Times New Roman"/>
          <w:bCs/>
          <w:kern w:val="0"/>
          <w:lang w:eastAsia="en-US" w:bidi="ar-SA"/>
        </w:rPr>
        <w:t>71801:001:0133</w:t>
      </w:r>
      <w:r w:rsidRPr="00F328DE">
        <w:rPr>
          <w:rFonts w:eastAsia="Times New Roman"/>
          <w:bCs/>
          <w:kern w:val="0"/>
          <w:lang w:eastAsia="en-US" w:bidi="ar-SA"/>
        </w:rPr>
        <w:t xml:space="preserve">, pindalaga </w:t>
      </w:r>
      <w:r w:rsidR="00CC6F0E" w:rsidRPr="000D403C">
        <w:rPr>
          <w:rFonts w:eastAsia="Times New Roman"/>
          <w:bCs/>
          <w:kern w:val="0"/>
          <w:lang w:eastAsia="en-US" w:bidi="ar-SA"/>
        </w:rPr>
        <w:t>4</w:t>
      </w:r>
      <w:r w:rsidR="00CC6F0E">
        <w:rPr>
          <w:rFonts w:eastAsia="Times New Roman"/>
          <w:bCs/>
          <w:kern w:val="0"/>
          <w:lang w:eastAsia="en-US" w:bidi="ar-SA"/>
        </w:rPr>
        <w:t> </w:t>
      </w:r>
      <w:r w:rsidR="00CC6F0E" w:rsidRPr="000D403C">
        <w:rPr>
          <w:rFonts w:eastAsia="Times New Roman"/>
          <w:bCs/>
          <w:kern w:val="0"/>
          <w:lang w:eastAsia="en-US" w:bidi="ar-SA"/>
        </w:rPr>
        <w:t>831</w:t>
      </w:r>
      <w:r w:rsidR="00CC6F0E">
        <w:rPr>
          <w:rFonts w:eastAsia="Times New Roman"/>
          <w:bCs/>
          <w:kern w:val="0"/>
          <w:lang w:eastAsia="en-US" w:bidi="ar-SA"/>
        </w:rPr>
        <w:t> </w:t>
      </w:r>
      <w:r w:rsidRPr="000D403C">
        <w:rPr>
          <w:rFonts w:eastAsia="Times New Roman"/>
          <w:bCs/>
          <w:kern w:val="0"/>
          <w:lang w:eastAsia="en-US" w:bidi="ar-SA"/>
        </w:rPr>
        <w:t>846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583AB1">
        <w:rPr>
          <w:rFonts w:eastAsia="Times New Roman"/>
          <w:bCs/>
          <w:kern w:val="0"/>
          <w:lang w:eastAsia="en-US" w:bidi="ar-SA"/>
        </w:rPr>
        <w:t>m²</w:t>
      </w:r>
      <w:r w:rsidRPr="00F328DE">
        <w:rPr>
          <w:rFonts w:eastAsia="Times New Roman"/>
          <w:bCs/>
          <w:kern w:val="0"/>
          <w:lang w:eastAsia="en-US" w:bidi="ar-SA"/>
        </w:rPr>
        <w:t>, sihtotstarbega maatulundusmaa 100%</w:t>
      </w:r>
      <w:r>
        <w:rPr>
          <w:rFonts w:eastAsia="Times New Roman"/>
          <w:bCs/>
          <w:kern w:val="0"/>
          <w:lang w:eastAsia="en-US" w:bidi="ar-SA"/>
        </w:rPr>
        <w:t>)</w:t>
      </w:r>
      <w:r w:rsidRPr="00583AB1">
        <w:t xml:space="preserve"> </w:t>
      </w:r>
      <w:r w:rsidRPr="00583AB1">
        <w:rPr>
          <w:rFonts w:eastAsia="Times New Roman"/>
          <w:bCs/>
          <w:kern w:val="0"/>
          <w:lang w:eastAsia="en-US" w:bidi="ar-SA"/>
        </w:rPr>
        <w:t xml:space="preserve">ning sisse kanda </w:t>
      </w:r>
      <w:r w:rsidRPr="001370BE">
        <w:rPr>
          <w:rFonts w:eastAsia="Times New Roman"/>
          <w:bCs/>
          <w:kern w:val="0"/>
          <w:lang w:eastAsia="en-US" w:bidi="ar-SA"/>
        </w:rPr>
        <w:t>Harju maakonnas Saku vallas Männiku külas paiknev Viimsi metskond 19 katastriüksus (katastritunnusega 71901:001:1164, pindalaga 4 826</w:t>
      </w:r>
      <w:r>
        <w:rPr>
          <w:rFonts w:eastAsia="Times New Roman"/>
          <w:bCs/>
          <w:kern w:val="0"/>
          <w:lang w:eastAsia="en-US" w:bidi="ar-SA"/>
        </w:rPr>
        <w:t> </w:t>
      </w:r>
      <w:r w:rsidRPr="001370BE">
        <w:rPr>
          <w:rFonts w:eastAsia="Times New Roman"/>
          <w:bCs/>
          <w:kern w:val="0"/>
          <w:lang w:eastAsia="en-US" w:bidi="ar-SA"/>
        </w:rPr>
        <w:t>593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1370BE">
        <w:rPr>
          <w:rFonts w:eastAsia="Times New Roman"/>
          <w:bCs/>
          <w:kern w:val="0"/>
          <w:lang w:eastAsia="en-US" w:bidi="ar-SA"/>
        </w:rPr>
        <w:t>m², sihtotstarbega maatulundusmaa 100%)</w:t>
      </w:r>
      <w:r>
        <w:rPr>
          <w:rFonts w:eastAsia="Times New Roman"/>
          <w:bCs/>
          <w:kern w:val="0"/>
          <w:lang w:eastAsia="en-US" w:bidi="ar-SA"/>
        </w:rPr>
        <w:t xml:space="preserve"> ja </w:t>
      </w:r>
      <w:r w:rsidRPr="001370BE">
        <w:rPr>
          <w:rFonts w:eastAsia="Times New Roman"/>
          <w:bCs/>
          <w:kern w:val="0"/>
          <w:lang w:eastAsia="en-US" w:bidi="ar-SA"/>
        </w:rPr>
        <w:t>Harju maakonnas Saku vallas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proofErr w:type="spellStart"/>
      <w:r>
        <w:rPr>
          <w:rFonts w:eastAsia="Times New Roman"/>
          <w:bCs/>
          <w:kern w:val="0"/>
          <w:lang w:eastAsia="en-US" w:bidi="ar-SA"/>
        </w:rPr>
        <w:t>Saustinõmme</w:t>
      </w:r>
      <w:proofErr w:type="spellEnd"/>
      <w:r>
        <w:rPr>
          <w:rFonts w:eastAsia="Times New Roman"/>
          <w:bCs/>
          <w:kern w:val="0"/>
          <w:lang w:eastAsia="en-US" w:bidi="ar-SA"/>
        </w:rPr>
        <w:t xml:space="preserve"> külas paiknev </w:t>
      </w:r>
      <w:r w:rsidR="00594665">
        <w:rPr>
          <w:rFonts w:eastAsia="Times New Roman"/>
          <w:bCs/>
          <w:kern w:val="0"/>
          <w:lang w:eastAsia="en-US" w:bidi="ar-SA"/>
        </w:rPr>
        <w:t>Tallinna-</w:t>
      </w:r>
      <w:r w:rsidRPr="001370BE">
        <w:rPr>
          <w:rFonts w:eastAsia="Times New Roman"/>
          <w:bCs/>
          <w:kern w:val="0"/>
          <w:lang w:eastAsia="en-US" w:bidi="ar-SA"/>
        </w:rPr>
        <w:t>Rapla raudtee 240 katastriüksus (katastritunnus</w:t>
      </w:r>
      <w:r>
        <w:rPr>
          <w:rFonts w:eastAsia="Times New Roman"/>
          <w:bCs/>
          <w:kern w:val="0"/>
          <w:lang w:eastAsia="en-US" w:bidi="ar-SA"/>
        </w:rPr>
        <w:t>ega</w:t>
      </w:r>
      <w:r w:rsidRPr="001370BE">
        <w:rPr>
          <w:rFonts w:eastAsia="Times New Roman"/>
          <w:bCs/>
          <w:kern w:val="0"/>
          <w:lang w:eastAsia="en-US" w:bidi="ar-SA"/>
        </w:rPr>
        <w:t xml:space="preserve"> 71901:001:0968, pindala</w:t>
      </w:r>
      <w:r>
        <w:rPr>
          <w:rFonts w:eastAsia="Times New Roman"/>
          <w:bCs/>
          <w:kern w:val="0"/>
          <w:lang w:eastAsia="en-US" w:bidi="ar-SA"/>
        </w:rPr>
        <w:t>ga</w:t>
      </w:r>
      <w:r w:rsidRPr="001370BE">
        <w:rPr>
          <w:rFonts w:eastAsia="Times New Roman"/>
          <w:bCs/>
          <w:kern w:val="0"/>
          <w:lang w:eastAsia="en-US" w:bidi="ar-SA"/>
        </w:rPr>
        <w:t xml:space="preserve"> 3541 m², sihtotstar</w:t>
      </w:r>
      <w:r>
        <w:rPr>
          <w:rFonts w:eastAsia="Times New Roman"/>
          <w:bCs/>
          <w:kern w:val="0"/>
          <w:lang w:eastAsia="en-US" w:bidi="ar-SA"/>
        </w:rPr>
        <w:t>bega</w:t>
      </w:r>
      <w:r w:rsidRPr="001370BE">
        <w:rPr>
          <w:rFonts w:eastAsia="Times New Roman"/>
          <w:bCs/>
          <w:kern w:val="0"/>
          <w:lang w:eastAsia="en-US" w:bidi="ar-SA"/>
        </w:rPr>
        <w:t xml:space="preserve"> maatulundusmaa 100%)</w:t>
      </w:r>
      <w:r>
        <w:rPr>
          <w:rFonts w:eastAsia="Times New Roman"/>
          <w:bCs/>
          <w:kern w:val="0"/>
          <w:lang w:eastAsia="en-US" w:bidi="ar-SA"/>
        </w:rPr>
        <w:t>.</w:t>
      </w:r>
    </w:p>
    <w:p w14:paraId="441B4B17" w14:textId="77777777" w:rsidR="006A26B4" w:rsidRPr="00EB55A4" w:rsidRDefault="006A26B4" w:rsidP="006A26B4">
      <w:pPr>
        <w:pStyle w:val="Loendilik"/>
        <w:tabs>
          <w:tab w:val="left" w:pos="5246"/>
        </w:tabs>
        <w:spacing w:line="240" w:lineRule="auto"/>
        <w:ind w:left="1570"/>
        <w:rPr>
          <w:rFonts w:eastAsia="Times New Roman"/>
          <w:bCs/>
          <w:kern w:val="0"/>
          <w:lang w:eastAsia="en-US" w:bidi="ar-SA"/>
        </w:rPr>
      </w:pPr>
    </w:p>
    <w:p w14:paraId="661C7B02" w14:textId="5D104C76" w:rsidR="006A26B4" w:rsidRPr="00EB55A4" w:rsidRDefault="006A26B4" w:rsidP="006A26B4">
      <w:pPr>
        <w:numPr>
          <w:ilvl w:val="1"/>
          <w:numId w:val="2"/>
        </w:numPr>
        <w:tabs>
          <w:tab w:val="left" w:pos="5246"/>
        </w:tabs>
        <w:spacing w:line="240" w:lineRule="auto"/>
        <w:ind w:left="851" w:hanging="567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Cs/>
          <w:kern w:val="0"/>
          <w:lang w:eastAsia="en-US" w:bidi="ar-SA"/>
        </w:rPr>
        <w:t xml:space="preserve">   Kairi </w:t>
      </w:r>
      <w:proofErr w:type="spellStart"/>
      <w:r>
        <w:rPr>
          <w:rFonts w:eastAsia="Times New Roman"/>
          <w:bCs/>
          <w:kern w:val="0"/>
          <w:lang w:eastAsia="en-US" w:bidi="ar-SA"/>
        </w:rPr>
        <w:t>Jõgis’e</w:t>
      </w:r>
      <w:proofErr w:type="spellEnd"/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4D038D">
        <w:rPr>
          <w:rFonts w:eastAsia="Times New Roman"/>
          <w:bCs/>
          <w:kern w:val="0"/>
          <w:lang w:eastAsia="en-US" w:bidi="ar-SA"/>
        </w:rPr>
        <w:t xml:space="preserve">omandis olevast kinnistu registriosast nr </w:t>
      </w:r>
      <w:r w:rsidRPr="001370BE">
        <w:rPr>
          <w:rFonts w:eastAsia="Times New Roman"/>
          <w:kern w:val="0"/>
          <w:lang w:eastAsia="en-US" w:bidi="ar-SA"/>
        </w:rPr>
        <w:t>10121902</w:t>
      </w:r>
      <w:r w:rsidRPr="004D038D">
        <w:rPr>
          <w:rFonts w:eastAsia="Times New Roman"/>
          <w:bCs/>
          <w:kern w:val="0"/>
          <w:lang w:eastAsia="en-US" w:bidi="ar-SA"/>
        </w:rPr>
        <w:t xml:space="preserve"> vahetatava </w:t>
      </w:r>
      <w:r w:rsidR="00594665" w:rsidRPr="00594665">
        <w:rPr>
          <w:rFonts w:eastAsia="Times New Roman"/>
          <w:bCs/>
          <w:i/>
          <w:iCs/>
          <w:kern w:val="0"/>
          <w:lang w:eastAsia="en-US" w:bidi="ar-SA"/>
        </w:rPr>
        <w:t>ca</w:t>
      </w:r>
      <w:r w:rsidR="00594665">
        <w:rPr>
          <w:rFonts w:eastAsia="Times New Roman"/>
          <w:bCs/>
          <w:kern w:val="0"/>
          <w:lang w:eastAsia="en-US" w:bidi="ar-SA"/>
        </w:rPr>
        <w:t xml:space="preserve"> </w:t>
      </w:r>
      <w:r>
        <w:rPr>
          <w:rFonts w:eastAsia="Times New Roman"/>
          <w:bCs/>
          <w:kern w:val="0"/>
          <w:lang w:eastAsia="en-US" w:bidi="ar-SA"/>
        </w:rPr>
        <w:t>0,35 ha</w:t>
      </w:r>
      <w:r w:rsidRPr="004D038D">
        <w:rPr>
          <w:rFonts w:eastAsia="Times New Roman"/>
          <w:bCs/>
          <w:kern w:val="0"/>
          <w:lang w:eastAsia="en-US" w:bidi="ar-SA"/>
        </w:rPr>
        <w:t xml:space="preserve"> suuruse osa harilik väärtus on </w:t>
      </w:r>
      <w:r w:rsidRPr="001370BE">
        <w:rPr>
          <w:rFonts w:eastAsia="Times New Roman"/>
          <w:bCs/>
          <w:kern w:val="0"/>
          <w:lang w:eastAsia="en-US" w:bidi="ar-SA"/>
        </w:rPr>
        <w:t>4152 eurot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4D038D">
        <w:rPr>
          <w:rFonts w:eastAsia="Times New Roman"/>
          <w:bCs/>
          <w:kern w:val="0"/>
          <w:lang w:eastAsia="en-US" w:bidi="ar-SA"/>
        </w:rPr>
        <w:t xml:space="preserve">ning riigimaast vahetatava </w:t>
      </w:r>
      <w:r w:rsidR="00594665" w:rsidRPr="00594665">
        <w:rPr>
          <w:rFonts w:eastAsia="Times New Roman"/>
          <w:bCs/>
          <w:i/>
          <w:iCs/>
          <w:kern w:val="0"/>
          <w:lang w:eastAsia="en-US" w:bidi="ar-SA"/>
        </w:rPr>
        <w:t>ca</w:t>
      </w:r>
      <w:r w:rsidR="00594665">
        <w:rPr>
          <w:rFonts w:eastAsia="Times New Roman"/>
          <w:bCs/>
          <w:kern w:val="0"/>
          <w:lang w:eastAsia="en-US" w:bidi="ar-SA"/>
        </w:rPr>
        <w:t xml:space="preserve"> </w:t>
      </w:r>
      <w:r w:rsidRPr="00EB55A4">
        <w:rPr>
          <w:rFonts w:eastAsia="Times New Roman"/>
          <w:bCs/>
          <w:kern w:val="0"/>
          <w:lang w:eastAsia="en-US" w:bidi="ar-SA"/>
        </w:rPr>
        <w:t>0,</w:t>
      </w:r>
      <w:r>
        <w:rPr>
          <w:rFonts w:eastAsia="Times New Roman"/>
          <w:bCs/>
          <w:kern w:val="0"/>
          <w:lang w:eastAsia="en-US" w:bidi="ar-SA"/>
        </w:rPr>
        <w:t>5</w:t>
      </w:r>
      <w:r w:rsidRPr="00EB55A4">
        <w:rPr>
          <w:rFonts w:eastAsia="Times New Roman"/>
          <w:bCs/>
          <w:kern w:val="0"/>
          <w:lang w:eastAsia="en-US" w:bidi="ar-SA"/>
        </w:rPr>
        <w:t>6</w:t>
      </w:r>
      <w:r w:rsidRPr="00BB1EC6">
        <w:rPr>
          <w:rFonts w:eastAsia="Times New Roman"/>
          <w:bCs/>
          <w:kern w:val="0"/>
          <w:lang w:eastAsia="en-US" w:bidi="ar-SA"/>
        </w:rPr>
        <w:t xml:space="preserve"> ha</w:t>
      </w: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BB1EC6">
        <w:rPr>
          <w:rFonts w:eastAsia="Times New Roman"/>
          <w:bCs/>
          <w:kern w:val="0"/>
          <w:lang w:eastAsia="en-US" w:bidi="ar-SA"/>
        </w:rPr>
        <w:t xml:space="preserve">suuruse osa harilik väärtus on </w:t>
      </w:r>
      <w:r w:rsidRPr="001370BE">
        <w:rPr>
          <w:rFonts w:eastAsia="Times New Roman"/>
          <w:bCs/>
          <w:kern w:val="0"/>
          <w:lang w:eastAsia="en-US" w:bidi="ar-SA"/>
        </w:rPr>
        <w:t>4175</w:t>
      </w:r>
      <w:r w:rsidRPr="00BB1EC6">
        <w:rPr>
          <w:rFonts w:eastAsia="Times New Roman"/>
          <w:bCs/>
          <w:kern w:val="0"/>
          <w:lang w:eastAsia="en-US" w:bidi="ar-SA"/>
        </w:rPr>
        <w:t xml:space="preserve"> eurot.</w:t>
      </w:r>
    </w:p>
    <w:p w14:paraId="6DA7EAC5" w14:textId="77777777" w:rsidR="006A26B4" w:rsidRPr="00EB55A4" w:rsidRDefault="006A26B4" w:rsidP="006A26B4">
      <w:pPr>
        <w:tabs>
          <w:tab w:val="left" w:pos="5246"/>
        </w:tabs>
        <w:spacing w:line="240" w:lineRule="auto"/>
        <w:ind w:left="851"/>
        <w:rPr>
          <w:rFonts w:eastAsia="Times New Roman"/>
          <w:bCs/>
          <w:kern w:val="0"/>
          <w:lang w:eastAsia="en-US" w:bidi="ar-SA"/>
        </w:rPr>
      </w:pPr>
    </w:p>
    <w:p w14:paraId="5DE668BF" w14:textId="77777777" w:rsidR="006A26B4" w:rsidRPr="00C856C4" w:rsidRDefault="006A26B4" w:rsidP="006A26B4">
      <w:pPr>
        <w:numPr>
          <w:ilvl w:val="1"/>
          <w:numId w:val="2"/>
        </w:numPr>
        <w:tabs>
          <w:tab w:val="left" w:pos="5246"/>
        </w:tabs>
        <w:spacing w:line="240" w:lineRule="auto"/>
        <w:ind w:left="851" w:hanging="567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Cs/>
          <w:kern w:val="0"/>
          <w:lang w:eastAsia="en-US" w:bidi="ar-SA"/>
        </w:rPr>
        <w:t xml:space="preserve">   </w:t>
      </w:r>
      <w:r w:rsidRPr="00C856C4">
        <w:rPr>
          <w:rFonts w:eastAsia="Times New Roman"/>
          <w:bCs/>
          <w:kern w:val="0"/>
          <w:lang w:eastAsia="en-US" w:bidi="ar-SA"/>
        </w:rPr>
        <w:t>Vahetatavate kinnisasjade osade väärtuste vahe 23 eurot tuleb Kokasoone kinnisasja omanikul hüvitada riigile 14 päeva jooksul käesoleva otsuse teatavaks tegemisest Rahandusministeeriumi ühele järgnevatest arvelduskontodest:</w:t>
      </w:r>
    </w:p>
    <w:p w14:paraId="6B4D57DA" w14:textId="7FA33913" w:rsidR="006A26B4" w:rsidRPr="00C856C4" w:rsidRDefault="006A26B4" w:rsidP="006A26B4">
      <w:pPr>
        <w:tabs>
          <w:tab w:val="left" w:pos="5246"/>
        </w:tabs>
        <w:spacing w:line="240" w:lineRule="auto"/>
        <w:ind w:left="851"/>
        <w:rPr>
          <w:rFonts w:eastAsia="Times New Roman"/>
          <w:bCs/>
          <w:kern w:val="0"/>
          <w:lang w:eastAsia="en-US" w:bidi="ar-SA"/>
        </w:rPr>
      </w:pPr>
      <w:r w:rsidRPr="00C856C4">
        <w:rPr>
          <w:rFonts w:eastAsia="Times New Roman"/>
          <w:bCs/>
          <w:kern w:val="0"/>
          <w:lang w:eastAsia="en-US" w:bidi="ar-SA"/>
        </w:rPr>
        <w:t xml:space="preserve">SEB Pank </w:t>
      </w:r>
      <w:r w:rsidR="00D46038" w:rsidRPr="008C01E6">
        <w:rPr>
          <w:rFonts w:eastAsia="Times New Roman"/>
          <w:kern w:val="0"/>
          <w:lang w:eastAsia="en-US" w:bidi="ar-SA"/>
        </w:rPr>
        <w:t>………...</w:t>
      </w:r>
    </w:p>
    <w:p w14:paraId="113038B0" w14:textId="33D1894F" w:rsidR="006A26B4" w:rsidRPr="00C856C4" w:rsidRDefault="006A26B4" w:rsidP="006A26B4">
      <w:pPr>
        <w:tabs>
          <w:tab w:val="left" w:pos="5246"/>
        </w:tabs>
        <w:spacing w:line="240" w:lineRule="auto"/>
        <w:ind w:left="851"/>
        <w:rPr>
          <w:rFonts w:eastAsia="Times New Roman"/>
          <w:bCs/>
          <w:kern w:val="0"/>
          <w:lang w:eastAsia="en-US" w:bidi="ar-SA"/>
        </w:rPr>
      </w:pPr>
      <w:r w:rsidRPr="00C856C4">
        <w:rPr>
          <w:rFonts w:eastAsia="Times New Roman"/>
          <w:bCs/>
          <w:kern w:val="0"/>
          <w:lang w:eastAsia="en-US" w:bidi="ar-SA"/>
        </w:rPr>
        <w:t xml:space="preserve">Swedbank </w:t>
      </w:r>
      <w:r w:rsidR="00D46038" w:rsidRPr="008C01E6">
        <w:rPr>
          <w:rFonts w:eastAsia="Times New Roman"/>
          <w:kern w:val="0"/>
          <w:lang w:eastAsia="en-US" w:bidi="ar-SA"/>
        </w:rPr>
        <w:t>………...</w:t>
      </w:r>
      <w:r w:rsidRPr="008C01E6">
        <w:rPr>
          <w:rFonts w:eastAsia="Times New Roman"/>
          <w:kern w:val="0"/>
          <w:lang w:eastAsia="en-US" w:bidi="ar-SA"/>
        </w:rPr>
        <w:t xml:space="preserve"> </w:t>
      </w:r>
    </w:p>
    <w:p w14:paraId="01FB8066" w14:textId="088D7BD6" w:rsidR="006A26B4" w:rsidRPr="00C856C4" w:rsidRDefault="006A26B4" w:rsidP="006A26B4">
      <w:pPr>
        <w:tabs>
          <w:tab w:val="left" w:pos="5246"/>
        </w:tabs>
        <w:spacing w:line="240" w:lineRule="auto"/>
        <w:ind w:left="851"/>
        <w:rPr>
          <w:rFonts w:eastAsia="Times New Roman"/>
          <w:bCs/>
          <w:kern w:val="0"/>
          <w:lang w:eastAsia="en-US" w:bidi="ar-SA"/>
        </w:rPr>
      </w:pPr>
      <w:r w:rsidRPr="00C856C4">
        <w:rPr>
          <w:rFonts w:eastAsia="Times New Roman"/>
          <w:bCs/>
          <w:kern w:val="0"/>
          <w:lang w:eastAsia="en-US" w:bidi="ar-SA"/>
        </w:rPr>
        <w:t xml:space="preserve">LHV Pank </w:t>
      </w:r>
      <w:r w:rsidR="00D46038" w:rsidRPr="008C01E6">
        <w:rPr>
          <w:rFonts w:eastAsia="Times New Roman"/>
          <w:kern w:val="0"/>
          <w:lang w:eastAsia="en-US" w:bidi="ar-SA"/>
        </w:rPr>
        <w:t>………...</w:t>
      </w:r>
    </w:p>
    <w:p w14:paraId="28796EF8" w14:textId="36D475F1" w:rsidR="006A26B4" w:rsidRPr="00C856C4" w:rsidRDefault="006A26B4" w:rsidP="006A26B4">
      <w:pPr>
        <w:tabs>
          <w:tab w:val="left" w:pos="5246"/>
        </w:tabs>
        <w:spacing w:line="240" w:lineRule="auto"/>
        <w:ind w:left="851"/>
        <w:rPr>
          <w:rFonts w:eastAsia="Times New Roman"/>
          <w:bCs/>
          <w:kern w:val="0"/>
          <w:lang w:eastAsia="en-US" w:bidi="ar-SA"/>
        </w:rPr>
      </w:pPr>
      <w:proofErr w:type="spellStart"/>
      <w:r w:rsidRPr="00C856C4">
        <w:rPr>
          <w:rFonts w:eastAsia="Times New Roman"/>
          <w:bCs/>
          <w:kern w:val="0"/>
          <w:lang w:eastAsia="en-US" w:bidi="ar-SA"/>
        </w:rPr>
        <w:t>Luminor</w:t>
      </w:r>
      <w:proofErr w:type="spellEnd"/>
      <w:r w:rsidRPr="00C856C4">
        <w:rPr>
          <w:rFonts w:eastAsia="Times New Roman"/>
          <w:bCs/>
          <w:kern w:val="0"/>
          <w:lang w:eastAsia="en-US" w:bidi="ar-SA"/>
        </w:rPr>
        <w:t xml:space="preserve"> Bank </w:t>
      </w:r>
      <w:r w:rsidR="00D46038" w:rsidRPr="008C01E6">
        <w:rPr>
          <w:rFonts w:eastAsia="Times New Roman"/>
          <w:kern w:val="0"/>
          <w:lang w:eastAsia="en-US" w:bidi="ar-SA"/>
        </w:rPr>
        <w:t>………...</w:t>
      </w:r>
      <w:r w:rsidRPr="00C856C4">
        <w:rPr>
          <w:rFonts w:eastAsia="Times New Roman"/>
          <w:bCs/>
          <w:kern w:val="0"/>
          <w:lang w:eastAsia="en-US" w:bidi="ar-SA"/>
        </w:rPr>
        <w:t xml:space="preserve"> </w:t>
      </w:r>
    </w:p>
    <w:p w14:paraId="55A2F67D" w14:textId="0BDA1771" w:rsidR="006A26B4" w:rsidRDefault="006A26B4" w:rsidP="006A26B4">
      <w:p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/>
          <w:bCs/>
          <w:kern w:val="0"/>
          <w:lang w:eastAsia="en-US" w:bidi="ar-SA"/>
        </w:rPr>
        <w:t xml:space="preserve">              </w:t>
      </w:r>
      <w:r w:rsidRPr="00C856C4">
        <w:rPr>
          <w:rFonts w:eastAsia="Times New Roman"/>
          <w:b/>
          <w:bCs/>
          <w:kern w:val="0"/>
          <w:lang w:eastAsia="en-US" w:bidi="ar-SA"/>
        </w:rPr>
        <w:t xml:space="preserve">Ülekandele tuleb märkida kohustuslik viitenumber </w:t>
      </w:r>
      <w:r w:rsidRPr="008C01E6">
        <w:rPr>
          <w:rFonts w:eastAsia="Times New Roman"/>
          <w:b/>
          <w:bCs/>
          <w:kern w:val="0"/>
          <w:lang w:eastAsia="en-US" w:bidi="ar-SA"/>
        </w:rPr>
        <w:t>………..</w:t>
      </w:r>
    </w:p>
    <w:p w14:paraId="67D6F472" w14:textId="77777777" w:rsidR="006A26B4" w:rsidRDefault="006A26B4" w:rsidP="006A26B4">
      <w:p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EB55A4">
        <w:rPr>
          <w:rFonts w:eastAsia="Times New Roman"/>
          <w:bCs/>
          <w:kern w:val="0"/>
          <w:lang w:eastAsia="en-US" w:bidi="ar-SA"/>
        </w:rPr>
        <w:t xml:space="preserve"> </w:t>
      </w:r>
    </w:p>
    <w:p w14:paraId="3C6CADDA" w14:textId="77777777" w:rsidR="006A26B4" w:rsidRPr="00CC3144" w:rsidRDefault="006A26B4" w:rsidP="006A26B4">
      <w:pPr>
        <w:pStyle w:val="Loendilik"/>
        <w:numPr>
          <w:ilvl w:val="1"/>
          <w:numId w:val="2"/>
        </w:numPr>
        <w:tabs>
          <w:tab w:val="left" w:pos="5246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>
        <w:rPr>
          <w:rFonts w:eastAsia="Times New Roman"/>
          <w:bCs/>
          <w:kern w:val="0"/>
          <w:lang w:eastAsia="en-US" w:bidi="ar-SA"/>
        </w:rPr>
        <w:t xml:space="preserve"> </w:t>
      </w:r>
      <w:r w:rsidRPr="00CC3144">
        <w:rPr>
          <w:rFonts w:eastAsia="Times New Roman"/>
          <w:bCs/>
          <w:kern w:val="0"/>
          <w:lang w:eastAsia="en-US" w:bidi="ar-SA"/>
        </w:rPr>
        <w:t xml:space="preserve">Katastritoimingute osakonnal esitada koos kinnistamisavaldusega taotlus Tartu Maakohtu </w:t>
      </w:r>
      <w:r>
        <w:rPr>
          <w:rFonts w:eastAsia="Times New Roman"/>
          <w:bCs/>
          <w:kern w:val="0"/>
          <w:lang w:eastAsia="en-US" w:bidi="ar-SA"/>
        </w:rPr>
        <w:t xml:space="preserve">  </w:t>
      </w:r>
      <w:r w:rsidRPr="00CC3144">
        <w:rPr>
          <w:rFonts w:eastAsia="Times New Roman"/>
          <w:bCs/>
          <w:kern w:val="0"/>
          <w:lang w:eastAsia="en-US" w:bidi="ar-SA"/>
        </w:rPr>
        <w:t xml:space="preserve">kinnistusosakonna registriosa nr </w:t>
      </w:r>
      <w:r w:rsidRPr="00CC3144">
        <w:rPr>
          <w:rFonts w:eastAsia="Times New Roman"/>
          <w:kern w:val="0"/>
          <w:lang w:eastAsia="en-US" w:bidi="ar-SA"/>
        </w:rPr>
        <w:t>10121902</w:t>
      </w:r>
      <w:r w:rsidRPr="00CC3144">
        <w:rPr>
          <w:rFonts w:eastAsia="Times New Roman"/>
          <w:bCs/>
          <w:kern w:val="0"/>
          <w:lang w:eastAsia="en-US" w:bidi="ar-SA"/>
        </w:rPr>
        <w:t xml:space="preserve"> kolmandasse jakku kandena nr 1 Eesti Vabariigi kasuks kantud omandamise eelmärke kustutamiseks.</w:t>
      </w:r>
    </w:p>
    <w:p w14:paraId="30566860" w14:textId="77777777" w:rsidR="006A26B4" w:rsidRPr="00EB55A4" w:rsidRDefault="006A26B4" w:rsidP="006A26B4">
      <w:pPr>
        <w:pStyle w:val="Loendilik"/>
        <w:rPr>
          <w:rFonts w:eastAsia="Times New Roman"/>
          <w:bCs/>
          <w:kern w:val="0"/>
          <w:lang w:eastAsia="en-US" w:bidi="ar-SA"/>
        </w:rPr>
      </w:pPr>
    </w:p>
    <w:p w14:paraId="7DEEFF17" w14:textId="77777777" w:rsidR="006A26B4" w:rsidRPr="005B0CF7" w:rsidRDefault="006A26B4" w:rsidP="006A26B4">
      <w:pPr>
        <w:pStyle w:val="Loendilik"/>
        <w:numPr>
          <w:ilvl w:val="0"/>
          <w:numId w:val="2"/>
        </w:num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5B0CF7">
        <w:rPr>
          <w:rFonts w:eastAsia="Times New Roman"/>
          <w:bCs/>
          <w:kern w:val="0"/>
          <w:lang w:eastAsia="en-US" w:bidi="ar-SA"/>
        </w:rPr>
        <w:t>VAIDLUSTAMISVIIDE</w:t>
      </w:r>
    </w:p>
    <w:p w14:paraId="54BD1BDA" w14:textId="77777777" w:rsidR="006A26B4" w:rsidRPr="005B0CF7" w:rsidRDefault="006A26B4" w:rsidP="006A26B4">
      <w:pPr>
        <w:tabs>
          <w:tab w:val="left" w:pos="5670"/>
        </w:tabs>
        <w:spacing w:line="240" w:lineRule="auto"/>
        <w:rPr>
          <w:rFonts w:eastAsia="Times New Roman"/>
          <w:bCs/>
          <w:kern w:val="0"/>
          <w:lang w:eastAsia="en-US" w:bidi="ar-SA"/>
        </w:rPr>
      </w:pPr>
    </w:p>
    <w:p w14:paraId="7883E6D8" w14:textId="75E255D4" w:rsidR="00557E16" w:rsidRDefault="006A26B4" w:rsidP="006A26B4">
      <w:pPr>
        <w:tabs>
          <w:tab w:val="left" w:pos="5670"/>
        </w:tabs>
        <w:spacing w:line="240" w:lineRule="auto"/>
      </w:pPr>
      <w:r w:rsidRPr="005B0CF7">
        <w:rPr>
          <w:rFonts w:eastAsia="Times New Roman"/>
          <w:kern w:val="0"/>
          <w:lang w:eastAsia="en-US" w:bidi="ar-SA"/>
        </w:rPr>
        <w:t>Korraldust on võimalik vaidlustada 30 päeva jooksul haldusakti teatavaks tegemisest, esitades kaebuse Tallinna Halduskohtusse halduskohtumenetluse seadustikus sätestatud korras või vaide Maa-</w:t>
      </w:r>
      <w:r>
        <w:rPr>
          <w:rFonts w:eastAsia="Times New Roman"/>
          <w:kern w:val="0"/>
          <w:lang w:eastAsia="en-US" w:bidi="ar-SA"/>
        </w:rPr>
        <w:t xml:space="preserve"> ja Ruumi</w:t>
      </w:r>
      <w:r w:rsidRPr="005B0CF7">
        <w:rPr>
          <w:rFonts w:eastAsia="Times New Roman"/>
          <w:kern w:val="0"/>
          <w:lang w:eastAsia="en-US" w:bidi="ar-SA"/>
        </w:rPr>
        <w:t>ametile haldusmenetluse seaduses sätestatud korras.</w:t>
      </w:r>
    </w:p>
    <w:p w14:paraId="489C6EEA" w14:textId="77777777" w:rsidR="00E00D7D" w:rsidRDefault="00E00D7D" w:rsidP="0038161C">
      <w:pPr>
        <w:spacing w:line="240" w:lineRule="auto"/>
      </w:pPr>
    </w:p>
    <w:p w14:paraId="2604C48F" w14:textId="483C9FD1" w:rsidR="0066643F" w:rsidRDefault="0066643F" w:rsidP="0038161C">
      <w:pPr>
        <w:spacing w:line="240" w:lineRule="auto"/>
      </w:pPr>
    </w:p>
    <w:p w14:paraId="3123DF5C" w14:textId="77777777" w:rsidR="0066643F" w:rsidRPr="0078205D" w:rsidRDefault="0066643F" w:rsidP="0038161C">
      <w:pPr>
        <w:spacing w:line="240" w:lineRule="auto"/>
      </w:pPr>
    </w:p>
    <w:p w14:paraId="27D9B75C" w14:textId="77777777" w:rsidR="0078205D" w:rsidRPr="0078205D" w:rsidRDefault="0078205D" w:rsidP="0078205D">
      <w:r w:rsidRPr="0078205D">
        <w:t>(allkirjastatud digitaalselt)</w:t>
      </w:r>
    </w:p>
    <w:sdt>
      <w:sdtPr>
        <w:rPr>
          <w:rFonts w:eastAsia="Times New Roman"/>
          <w:kern w:val="0"/>
          <w:lang w:eastAsia="en-US" w:bidi="ar-SA"/>
        </w:rPr>
        <w:alias w:val="Allkirjastaja"/>
        <w:tag w:val="Allkirjastaja"/>
        <w:id w:val="517975981"/>
        <w:lock w:val="contentLocked"/>
        <w:placeholder>
          <w:docPart w:val="00681AE3278F4834ADF8F8D65A6EF7F4"/>
        </w:placeholder>
        <w:dataBinding w:prefixMappings="xmlns:ns0='http://schemas.microsoft.com/office/2006/metadata/properties' xmlns:ns1='http://www.w3.org/2001/XMLSchema-instance' xmlns:ns2='141f1e58-04cc-45e0-9e96-d6560759fb97' " w:xpath="/ns0:properties[1]/documentManagement[1]/ns2:Allkirjastaja[1]" w:storeItemID="{3F8531F2-CDB4-4DD0-8B30-1E063ADC061F}"/>
        <w:text/>
      </w:sdtPr>
      <w:sdtEndPr/>
      <w:sdtContent>
        <w:p w14:paraId="79DC570C" w14:textId="11AC13FC" w:rsidR="00E00D7D" w:rsidRDefault="006A26B4" w:rsidP="00E00D7D">
          <w:pPr>
            <w:widowControl/>
            <w:tabs>
              <w:tab w:val="left" w:pos="2670"/>
            </w:tabs>
            <w:suppressAutoHyphens w:val="0"/>
            <w:spacing w:line="240" w:lineRule="auto"/>
            <w:jc w:val="left"/>
            <w:rPr>
              <w:rFonts w:eastAsia="Times New Roman"/>
              <w:kern w:val="0"/>
              <w:lang w:eastAsia="en-US" w:bidi="ar-SA"/>
            </w:rPr>
          </w:pPr>
          <w:r>
            <w:rPr>
              <w:rFonts w:eastAsia="Times New Roman"/>
              <w:kern w:val="0"/>
              <w:lang w:eastAsia="en-US" w:bidi="ar-SA"/>
            </w:rPr>
            <w:t>Merje Krinal</w:t>
          </w:r>
        </w:p>
      </w:sdtContent>
    </w:sdt>
    <w:p w14:paraId="37725112" w14:textId="171B67B3" w:rsidR="00E00D7D" w:rsidRPr="0078205D" w:rsidRDefault="00C50CEE" w:rsidP="00E00D7D">
      <w:pPr>
        <w:widowControl/>
        <w:tabs>
          <w:tab w:val="left" w:pos="2670"/>
        </w:tabs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sdt>
        <w:sdtPr>
          <w:rPr>
            <w:rFonts w:eastAsia="Times New Roman"/>
            <w:kern w:val="0"/>
            <w:lang w:eastAsia="en-US" w:bidi="ar-SA"/>
          </w:rPr>
          <w:alias w:val="Allkirjastaja amet/roll"/>
          <w:tag w:val="Allkirjastaja_x0020_amet_x002F_roll"/>
          <w:id w:val="-496105253"/>
          <w:placeholder>
            <w:docPart w:val="24C29C4DA7624B9D96E93A1B2D35FCB7"/>
          </w:placeholder>
          <w:dataBinding w:prefixMappings="xmlns:ns0='http://schemas.microsoft.com/office/2006/metadata/properties' xmlns:ns1='http://www.w3.org/2001/XMLSchema-instance' xmlns:ns2='141f1e58-04cc-45e0-9e96-d6560759fb97' " w:xpath="/ns0:properties[1]/documentManagement[1]/ns2:Allkirjastaja_x0020_amet_x002F_roll[1]" w:storeItemID="{3F8531F2-CDB4-4DD0-8B30-1E063ADC061F}"/>
          <w:text/>
        </w:sdtPr>
        <w:sdtEndPr/>
        <w:sdtContent>
          <w:r w:rsidR="006A26B4">
            <w:rPr>
              <w:rFonts w:eastAsia="Times New Roman"/>
              <w:kern w:val="0"/>
              <w:lang w:eastAsia="en-US" w:bidi="ar-SA"/>
            </w:rPr>
            <w:t>Maade omandamise ja maakorralduse osakonna juhataja</w:t>
          </w:r>
        </w:sdtContent>
      </w:sdt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851"/>
        <w:gridCol w:w="8645"/>
      </w:tblGrid>
      <w:tr w:rsidR="0078205D" w:rsidRPr="0078205D" w14:paraId="5E3F99B8" w14:textId="77777777" w:rsidTr="0069392B">
        <w:tc>
          <w:tcPr>
            <w:tcW w:w="851" w:type="dxa"/>
          </w:tcPr>
          <w:p w14:paraId="63DEE2C6" w14:textId="168665D9" w:rsidR="0078205D" w:rsidRPr="0078205D" w:rsidRDefault="0078205D" w:rsidP="0078205D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</w:p>
        </w:tc>
        <w:tc>
          <w:tcPr>
            <w:tcW w:w="8645" w:type="dxa"/>
          </w:tcPr>
          <w:p w14:paraId="78AEA011" w14:textId="572A8D95" w:rsidR="0078205D" w:rsidRPr="0078205D" w:rsidRDefault="0078205D" w:rsidP="00CC6028">
            <w:pPr>
              <w:widowControl/>
              <w:suppressAutoHyphens w:val="0"/>
              <w:spacing w:line="240" w:lineRule="auto"/>
              <w:ind w:left="-250" w:firstLine="250"/>
              <w:jc w:val="left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48F91743" w14:textId="77777777" w:rsidR="0078205D" w:rsidRPr="0078205D" w:rsidRDefault="0078205D" w:rsidP="0078205D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62B42D4D" w14:textId="77777777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Lisad : </w:t>
      </w:r>
      <w:r>
        <w:rPr>
          <w:rFonts w:eastAsia="Times New Roman"/>
          <w:kern w:val="0"/>
          <w:lang w:eastAsia="en-US" w:bidi="ar-SA"/>
        </w:rPr>
        <w:tab/>
        <w:t>1. Maakorralduskava</w:t>
      </w:r>
    </w:p>
    <w:p w14:paraId="353AC2F5" w14:textId="77777777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ab/>
        <w:t xml:space="preserve"> </w:t>
      </w:r>
      <w:r>
        <w:rPr>
          <w:rFonts w:eastAsia="Times New Roman"/>
          <w:kern w:val="0"/>
          <w:lang w:eastAsia="en-US" w:bidi="ar-SA"/>
        </w:rPr>
        <w:tab/>
        <w:t xml:space="preserve">2. Maakorralduskava skeem (suurendatud) </w:t>
      </w:r>
    </w:p>
    <w:p w14:paraId="2A55FEA2" w14:textId="77777777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40164739" w14:textId="77777777" w:rsidR="006A26B4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31B71C4A" w14:textId="77777777" w:rsidR="006A26B4" w:rsidRPr="0078205D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58C520C4" w14:textId="23EE95FE" w:rsidR="006A26B4" w:rsidRPr="0078205D" w:rsidRDefault="006A26B4" w:rsidP="006A26B4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Saata: Maa- ja Ruumiameti maade omandamise ja maakorralduse osakond, </w:t>
      </w:r>
      <w:r w:rsidR="00731259">
        <w:rPr>
          <w:rFonts w:eastAsia="Times New Roman"/>
          <w:kern w:val="0"/>
          <w:lang w:eastAsia="en-US" w:bidi="ar-SA"/>
        </w:rPr>
        <w:t xml:space="preserve">Riigimetsa Majandamise Keskus, </w:t>
      </w:r>
      <w:r>
        <w:rPr>
          <w:rFonts w:eastAsia="Times New Roman"/>
          <w:kern w:val="0"/>
          <w:lang w:eastAsia="en-US" w:bidi="ar-SA"/>
        </w:rPr>
        <w:t xml:space="preserve">Kairi </w:t>
      </w:r>
      <w:proofErr w:type="spellStart"/>
      <w:r>
        <w:rPr>
          <w:rFonts w:eastAsia="Times New Roman"/>
          <w:kern w:val="0"/>
          <w:lang w:eastAsia="en-US" w:bidi="ar-SA"/>
        </w:rPr>
        <w:t>Jõgis</w:t>
      </w:r>
      <w:proofErr w:type="spellEnd"/>
      <w:r>
        <w:rPr>
          <w:rFonts w:eastAsia="Times New Roman"/>
          <w:kern w:val="0"/>
          <w:lang w:eastAsia="en-US" w:bidi="ar-SA"/>
        </w:rPr>
        <w:t>, Kliimaministeerium</w:t>
      </w:r>
    </w:p>
    <w:p w14:paraId="16FE4301" w14:textId="77777777" w:rsidR="0078205D" w:rsidRPr="0078205D" w:rsidRDefault="0078205D" w:rsidP="0078205D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292DBE9F" w14:textId="142E4B68" w:rsidR="00A81CB7" w:rsidRPr="00761BFC" w:rsidRDefault="00A81CB7" w:rsidP="00761BFC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sectPr w:rsidR="00A81CB7" w:rsidRPr="00761BFC" w:rsidSect="00C459CC">
      <w:headerReference w:type="default" r:id="rId12"/>
      <w:footerReference w:type="default" r:id="rId13"/>
      <w:pgSz w:w="11906" w:h="16838" w:code="9"/>
      <w:pgMar w:top="1021" w:right="849" w:bottom="851" w:left="1701" w:header="68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B9FEF" w14:textId="77777777" w:rsidR="000B1830" w:rsidRDefault="000B1830" w:rsidP="00DF44DF">
      <w:r>
        <w:separator/>
      </w:r>
    </w:p>
  </w:endnote>
  <w:endnote w:type="continuationSeparator" w:id="0">
    <w:p w14:paraId="504F1634" w14:textId="77777777" w:rsidR="000B1830" w:rsidRDefault="000B183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5231215"/>
      <w:docPartObj>
        <w:docPartGallery w:val="Page Numbers (Bottom of Page)"/>
        <w:docPartUnique/>
      </w:docPartObj>
    </w:sdtPr>
    <w:sdtEndPr/>
    <w:sdtContent>
      <w:p w14:paraId="1206DC39" w14:textId="7FCD1287" w:rsidR="003B2A9C" w:rsidRPr="0078205D" w:rsidRDefault="0078205D" w:rsidP="0078205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6E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28243" w14:textId="77777777" w:rsidR="000B1830" w:rsidRDefault="000B1830" w:rsidP="00DF44DF">
      <w:r>
        <w:separator/>
      </w:r>
    </w:p>
  </w:footnote>
  <w:footnote w:type="continuationSeparator" w:id="0">
    <w:p w14:paraId="696156E4" w14:textId="77777777" w:rsidR="000B1830" w:rsidRDefault="000B183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DC38" w14:textId="7F0CD9D4" w:rsidR="004B04B8" w:rsidRDefault="00642A94" w:rsidP="0078205D">
    <w:pPr>
      <w:pStyle w:val="Pis"/>
    </w:pPr>
    <w:r w:rsidRPr="0078205D">
      <w:t>ASUTUSESISESEKS KASUTAMISEKS</w:t>
    </w:r>
  </w:p>
  <w:p w14:paraId="2B0D8397" w14:textId="77777777" w:rsidR="0078205D" w:rsidRPr="0078205D" w:rsidRDefault="0078205D" w:rsidP="0078205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F2E0B"/>
    <w:multiLevelType w:val="multilevel"/>
    <w:tmpl w:val="E6503E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79"/>
        </w:tabs>
        <w:ind w:left="227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" w15:restartNumberingAfterBreak="0">
    <w:nsid w:val="3CCC2199"/>
    <w:multiLevelType w:val="hybridMultilevel"/>
    <w:tmpl w:val="C20CC54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87524EE"/>
    <w:multiLevelType w:val="hybridMultilevel"/>
    <w:tmpl w:val="97343C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8800">
    <w:abstractNumId w:val="1"/>
  </w:num>
  <w:num w:numId="2" w16cid:durableId="1015032766">
    <w:abstractNumId w:val="0"/>
  </w:num>
  <w:num w:numId="3" w16cid:durableId="1677919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5ADE"/>
    <w:rsid w:val="00012138"/>
    <w:rsid w:val="000151E2"/>
    <w:rsid w:val="00021C8D"/>
    <w:rsid w:val="000438AC"/>
    <w:rsid w:val="00060947"/>
    <w:rsid w:val="000913FC"/>
    <w:rsid w:val="000A17B5"/>
    <w:rsid w:val="000B1830"/>
    <w:rsid w:val="000C71D9"/>
    <w:rsid w:val="000F3BA0"/>
    <w:rsid w:val="00116FC6"/>
    <w:rsid w:val="00121724"/>
    <w:rsid w:val="00124999"/>
    <w:rsid w:val="00144E9A"/>
    <w:rsid w:val="001523BD"/>
    <w:rsid w:val="00157090"/>
    <w:rsid w:val="00157CE5"/>
    <w:rsid w:val="00170655"/>
    <w:rsid w:val="00182DB1"/>
    <w:rsid w:val="00183DC2"/>
    <w:rsid w:val="0019718B"/>
    <w:rsid w:val="001A2BEF"/>
    <w:rsid w:val="001A6F51"/>
    <w:rsid w:val="001A7D04"/>
    <w:rsid w:val="001D3B60"/>
    <w:rsid w:val="001D4CFB"/>
    <w:rsid w:val="001E0FB7"/>
    <w:rsid w:val="001E6A26"/>
    <w:rsid w:val="001F31A2"/>
    <w:rsid w:val="002008A2"/>
    <w:rsid w:val="0024273C"/>
    <w:rsid w:val="00255645"/>
    <w:rsid w:val="002779D2"/>
    <w:rsid w:val="00277B46"/>
    <w:rsid w:val="0028251E"/>
    <w:rsid w:val="002835BB"/>
    <w:rsid w:val="00293449"/>
    <w:rsid w:val="002D6D02"/>
    <w:rsid w:val="002E69EC"/>
    <w:rsid w:val="002F254F"/>
    <w:rsid w:val="002F56AA"/>
    <w:rsid w:val="00311340"/>
    <w:rsid w:val="00344F21"/>
    <w:rsid w:val="0034719C"/>
    <w:rsid w:val="00350716"/>
    <w:rsid w:val="003508B5"/>
    <w:rsid w:val="00354059"/>
    <w:rsid w:val="003755EB"/>
    <w:rsid w:val="003761B2"/>
    <w:rsid w:val="00376D50"/>
    <w:rsid w:val="0038161C"/>
    <w:rsid w:val="00383B7D"/>
    <w:rsid w:val="00394DCB"/>
    <w:rsid w:val="003B2A9C"/>
    <w:rsid w:val="003C6472"/>
    <w:rsid w:val="003E1FB4"/>
    <w:rsid w:val="00430B83"/>
    <w:rsid w:val="00435A13"/>
    <w:rsid w:val="0044084D"/>
    <w:rsid w:val="00447B1F"/>
    <w:rsid w:val="00447D1B"/>
    <w:rsid w:val="00462BC1"/>
    <w:rsid w:val="00470B05"/>
    <w:rsid w:val="0047644E"/>
    <w:rsid w:val="00490826"/>
    <w:rsid w:val="0049407E"/>
    <w:rsid w:val="004A49F3"/>
    <w:rsid w:val="004B04B8"/>
    <w:rsid w:val="004C1391"/>
    <w:rsid w:val="004D2A3C"/>
    <w:rsid w:val="004D4024"/>
    <w:rsid w:val="004F09D5"/>
    <w:rsid w:val="005439FA"/>
    <w:rsid w:val="00544ED0"/>
    <w:rsid w:val="00546204"/>
    <w:rsid w:val="00551E24"/>
    <w:rsid w:val="00552E79"/>
    <w:rsid w:val="00557534"/>
    <w:rsid w:val="00557E16"/>
    <w:rsid w:val="00560A92"/>
    <w:rsid w:val="00564569"/>
    <w:rsid w:val="00564B1C"/>
    <w:rsid w:val="00567B30"/>
    <w:rsid w:val="00594665"/>
    <w:rsid w:val="005971DA"/>
    <w:rsid w:val="005B5CE1"/>
    <w:rsid w:val="005C0CF3"/>
    <w:rsid w:val="005C4826"/>
    <w:rsid w:val="005E3AED"/>
    <w:rsid w:val="005E45BB"/>
    <w:rsid w:val="005E542B"/>
    <w:rsid w:val="005E711F"/>
    <w:rsid w:val="005F7AB8"/>
    <w:rsid w:val="0060007E"/>
    <w:rsid w:val="00602834"/>
    <w:rsid w:val="006207AE"/>
    <w:rsid w:val="00642A94"/>
    <w:rsid w:val="0064458F"/>
    <w:rsid w:val="0066643F"/>
    <w:rsid w:val="00680430"/>
    <w:rsid w:val="00680609"/>
    <w:rsid w:val="006A01AC"/>
    <w:rsid w:val="006A26B4"/>
    <w:rsid w:val="006A5158"/>
    <w:rsid w:val="006B118C"/>
    <w:rsid w:val="006B4573"/>
    <w:rsid w:val="006C420F"/>
    <w:rsid w:val="006C590B"/>
    <w:rsid w:val="006E16BD"/>
    <w:rsid w:val="006F3BB9"/>
    <w:rsid w:val="006F72D7"/>
    <w:rsid w:val="007056E1"/>
    <w:rsid w:val="00713327"/>
    <w:rsid w:val="00724371"/>
    <w:rsid w:val="00731259"/>
    <w:rsid w:val="007344CC"/>
    <w:rsid w:val="0075695A"/>
    <w:rsid w:val="007612E3"/>
    <w:rsid w:val="00761BFC"/>
    <w:rsid w:val="00761EA9"/>
    <w:rsid w:val="0078205D"/>
    <w:rsid w:val="00786849"/>
    <w:rsid w:val="007A1DE8"/>
    <w:rsid w:val="007B73AD"/>
    <w:rsid w:val="007C5835"/>
    <w:rsid w:val="007C67DA"/>
    <w:rsid w:val="007D54FC"/>
    <w:rsid w:val="007D6CF5"/>
    <w:rsid w:val="007E3E16"/>
    <w:rsid w:val="00833695"/>
    <w:rsid w:val="00835858"/>
    <w:rsid w:val="008517CB"/>
    <w:rsid w:val="00870C8F"/>
    <w:rsid w:val="008919F2"/>
    <w:rsid w:val="008A7C52"/>
    <w:rsid w:val="008B041F"/>
    <w:rsid w:val="008C01E6"/>
    <w:rsid w:val="008D4634"/>
    <w:rsid w:val="008D5A6E"/>
    <w:rsid w:val="008F0B50"/>
    <w:rsid w:val="00910745"/>
    <w:rsid w:val="0091786B"/>
    <w:rsid w:val="00920941"/>
    <w:rsid w:val="00926E8A"/>
    <w:rsid w:val="009370A4"/>
    <w:rsid w:val="00973D8E"/>
    <w:rsid w:val="00994CC9"/>
    <w:rsid w:val="009A4DD3"/>
    <w:rsid w:val="009B4772"/>
    <w:rsid w:val="009D105E"/>
    <w:rsid w:val="009D22B2"/>
    <w:rsid w:val="009E7F4A"/>
    <w:rsid w:val="00A10E66"/>
    <w:rsid w:val="00A1244E"/>
    <w:rsid w:val="00A13FDE"/>
    <w:rsid w:val="00A56FBD"/>
    <w:rsid w:val="00A60AC2"/>
    <w:rsid w:val="00A81C55"/>
    <w:rsid w:val="00A81CB7"/>
    <w:rsid w:val="00A84F2B"/>
    <w:rsid w:val="00A96A45"/>
    <w:rsid w:val="00AA10AE"/>
    <w:rsid w:val="00AC4752"/>
    <w:rsid w:val="00AD2EA7"/>
    <w:rsid w:val="00AE02A8"/>
    <w:rsid w:val="00B05355"/>
    <w:rsid w:val="00B33E07"/>
    <w:rsid w:val="00B35D0E"/>
    <w:rsid w:val="00B847B6"/>
    <w:rsid w:val="00BB5C24"/>
    <w:rsid w:val="00BC1A62"/>
    <w:rsid w:val="00BD078E"/>
    <w:rsid w:val="00BD3CCF"/>
    <w:rsid w:val="00BE0CC9"/>
    <w:rsid w:val="00BF2336"/>
    <w:rsid w:val="00BF4D7C"/>
    <w:rsid w:val="00BF7B24"/>
    <w:rsid w:val="00C01F84"/>
    <w:rsid w:val="00C05733"/>
    <w:rsid w:val="00C24F66"/>
    <w:rsid w:val="00C27B07"/>
    <w:rsid w:val="00C3423A"/>
    <w:rsid w:val="00C362A0"/>
    <w:rsid w:val="00C41FC5"/>
    <w:rsid w:val="00C459CC"/>
    <w:rsid w:val="00C50CEE"/>
    <w:rsid w:val="00C83346"/>
    <w:rsid w:val="00CA0CA0"/>
    <w:rsid w:val="00CA583B"/>
    <w:rsid w:val="00CA5F0B"/>
    <w:rsid w:val="00CC0278"/>
    <w:rsid w:val="00CC11BB"/>
    <w:rsid w:val="00CC4A75"/>
    <w:rsid w:val="00CC6028"/>
    <w:rsid w:val="00CC6F0E"/>
    <w:rsid w:val="00CD1D71"/>
    <w:rsid w:val="00CF2B77"/>
    <w:rsid w:val="00CF4303"/>
    <w:rsid w:val="00D138BE"/>
    <w:rsid w:val="00D271E9"/>
    <w:rsid w:val="00D40650"/>
    <w:rsid w:val="00D46038"/>
    <w:rsid w:val="00D50693"/>
    <w:rsid w:val="00DA0D60"/>
    <w:rsid w:val="00DC2A65"/>
    <w:rsid w:val="00DF44DF"/>
    <w:rsid w:val="00E00D7D"/>
    <w:rsid w:val="00E01385"/>
    <w:rsid w:val="00E023F6"/>
    <w:rsid w:val="00E03DBB"/>
    <w:rsid w:val="00E33C4D"/>
    <w:rsid w:val="00E41ACA"/>
    <w:rsid w:val="00E566E1"/>
    <w:rsid w:val="00E94EC9"/>
    <w:rsid w:val="00EA4830"/>
    <w:rsid w:val="00EA71ED"/>
    <w:rsid w:val="00EC3F88"/>
    <w:rsid w:val="00EF74EE"/>
    <w:rsid w:val="00F02F26"/>
    <w:rsid w:val="00F35307"/>
    <w:rsid w:val="00F50090"/>
    <w:rsid w:val="00F9645B"/>
    <w:rsid w:val="00F9773D"/>
    <w:rsid w:val="00FA3508"/>
    <w:rsid w:val="00FC05A4"/>
    <w:rsid w:val="00FE052C"/>
    <w:rsid w:val="00FE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206DBF3"/>
  <w14:defaultImageDpi w14:val="0"/>
  <w15:docId w15:val="{5F7D363D-BE82-4195-BF1F-6CDC4968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nhideWhenUsed/>
    <w:qFormat/>
    <w:rsid w:val="0078205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78205D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78205D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78205D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78205D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78205D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78205D"/>
    <w:rPr>
      <w:rFonts w:ascii="Arial" w:hAnsi="Arial" w:cs="Arial"/>
      <w:color w:val="000000"/>
      <w:sz w:val="22"/>
      <w:szCs w:val="22"/>
      <w:u w:color="000000"/>
    </w:rPr>
  </w:style>
  <w:style w:type="paragraph" w:styleId="Pis">
    <w:name w:val="header"/>
    <w:basedOn w:val="Normaallaad"/>
    <w:link w:val="PisMrk"/>
    <w:uiPriority w:val="99"/>
    <w:unhideWhenUsed/>
    <w:rsid w:val="0078205D"/>
    <w:pPr>
      <w:tabs>
        <w:tab w:val="center" w:pos="4536"/>
        <w:tab w:val="right" w:pos="9072"/>
      </w:tabs>
      <w:spacing w:line="240" w:lineRule="auto"/>
      <w:jc w:val="right"/>
    </w:pPr>
    <w:rPr>
      <w:rFonts w:cs="Mangal"/>
      <w:b/>
      <w:sz w:val="20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8205D"/>
    <w:rPr>
      <w:rFonts w:eastAsia="SimSun" w:cs="Mangal"/>
      <w:b/>
      <w:kern w:val="1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A81CB7"/>
    <w:pPr>
      <w:tabs>
        <w:tab w:val="center" w:pos="4536"/>
        <w:tab w:val="right" w:pos="9072"/>
      </w:tabs>
      <w:spacing w:line="240" w:lineRule="auto"/>
      <w:jc w:val="left"/>
    </w:pPr>
    <w:rPr>
      <w:rFonts w:cs="Mangal"/>
      <w:kern w:val="24"/>
      <w:sz w:val="20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A81CB7"/>
    <w:rPr>
      <w:rFonts w:eastAsia="SimSun" w:cs="Mangal"/>
      <w:kern w:val="24"/>
      <w:szCs w:val="21"/>
      <w:lang w:eastAsia="zh-CN" w:bidi="hi-IN"/>
    </w:rPr>
  </w:style>
  <w:style w:type="paragraph" w:customStyle="1" w:styleId="AK">
    <w:name w:val="AK"/>
    <w:autoRedefine/>
    <w:qFormat/>
    <w:rsid w:val="00DA0D60"/>
    <w:pPr>
      <w:keepNext/>
      <w:keepLines/>
      <w:suppressLineNumbers/>
      <w:jc w:val="right"/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rsid w:val="00255645"/>
    <w:pPr>
      <w:framePr w:hSpace="141" w:wrap="around" w:vAnchor="page" w:hAnchor="margin" w:y="1341"/>
      <w:ind w:right="-227"/>
    </w:pPr>
    <w:rPr>
      <w:rFonts w:eastAsia="SimSun"/>
      <w:kern w:val="24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JPP">
    <w:name w:val="JPP"/>
    <w:basedOn w:val="Normaallaad"/>
    <w:qFormat/>
    <w:rsid w:val="00C3423A"/>
    <w:pPr>
      <w:widowControl/>
      <w:suppressAutoHyphens w:val="0"/>
      <w:spacing w:line="240" w:lineRule="auto"/>
      <w:jc w:val="left"/>
    </w:pPr>
    <w:rPr>
      <w:rFonts w:eastAsia="Times New Roman"/>
      <w:kern w:val="0"/>
      <w:sz w:val="20"/>
      <w:szCs w:val="20"/>
      <w:lang w:eastAsia="en-US" w:bidi="ar-SA"/>
    </w:rPr>
  </w:style>
  <w:style w:type="character" w:styleId="Kohatitetekst">
    <w:name w:val="Placeholder Text"/>
    <w:basedOn w:val="Liguvaikefont"/>
    <w:uiPriority w:val="99"/>
    <w:semiHidden/>
    <w:rsid w:val="00B35D0E"/>
    <w:rPr>
      <w:color w:val="808080"/>
    </w:rPr>
  </w:style>
  <w:style w:type="paragraph" w:customStyle="1" w:styleId="peakiri">
    <w:name w:val="peakiri"/>
    <w:basedOn w:val="Normaallaad"/>
    <w:qFormat/>
    <w:locked/>
    <w:rsid w:val="00A81CB7"/>
    <w:pPr>
      <w:widowControl/>
      <w:suppressAutoHyphens w:val="0"/>
      <w:spacing w:before="480" w:after="480" w:line="240" w:lineRule="auto"/>
      <w:ind w:right="4309"/>
    </w:pPr>
    <w:rPr>
      <w:rFonts w:eastAsia="Times New Roman"/>
      <w:b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6A26B4"/>
    <w:pPr>
      <w:ind w:left="720"/>
      <w:contextualSpacing/>
    </w:pPr>
    <w:rPr>
      <w:rFonts w:cs="Mangal"/>
      <w:szCs w:val="21"/>
    </w:rPr>
  </w:style>
  <w:style w:type="paragraph" w:styleId="Redaktsioon">
    <w:name w:val="Revision"/>
    <w:hidden/>
    <w:uiPriority w:val="99"/>
    <w:semiHidden/>
    <w:rsid w:val="00F02F26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4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5F034C103C4C71A1EB8B21AB93853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A2D677-D237-4AD8-BA0D-3CE619AA739B}"/>
      </w:docPartPr>
      <w:docPartBody>
        <w:p w:rsidR="00A353FE" w:rsidRDefault="00325D5D" w:rsidP="00325D5D">
          <w:pPr>
            <w:pStyle w:val="BC5F034C103C4C71A1EB8B21AB938531"/>
          </w:pPr>
          <w:r w:rsidRPr="00157880">
            <w:rPr>
              <w:rStyle w:val="Kohatitetekst"/>
            </w:rPr>
            <w:t>[Tiitel]</w:t>
          </w:r>
        </w:p>
      </w:docPartBody>
    </w:docPart>
    <w:docPart>
      <w:docPartPr>
        <w:name w:val="3741764DC57F4429A417A0C8317AA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F94A297-8A3B-45CE-A7D2-75BE18164128}"/>
      </w:docPartPr>
      <w:docPartBody>
        <w:p w:rsidR="00123EC5" w:rsidRDefault="004B4B67">
          <w:r w:rsidRPr="00192414">
            <w:rPr>
              <w:rStyle w:val="Kohatitetekst"/>
            </w:rPr>
            <w:t>[Juurdepääsupiirangu algusaeg]</w:t>
          </w:r>
        </w:p>
      </w:docPartBody>
    </w:docPart>
    <w:docPart>
      <w:docPartPr>
        <w:name w:val="3B98FB387A86469AA7107B081ED47EB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057A56D-F10F-421F-87CF-24926846BC8B}"/>
      </w:docPartPr>
      <w:docPartBody>
        <w:p w:rsidR="00123EC5" w:rsidRDefault="004B4B67">
          <w:r w:rsidRPr="00192414">
            <w:rPr>
              <w:rStyle w:val="Kohatitetekst"/>
            </w:rPr>
            <w:t>[Juurdepääsupiirangu lõpp]</w:t>
          </w:r>
        </w:p>
      </w:docPartBody>
    </w:docPart>
    <w:docPart>
      <w:docPartPr>
        <w:name w:val="EA0AB8696FCF463B8B522F57A37B468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A5E184-08B5-4A83-AAED-F23CDBD05FCA}"/>
      </w:docPartPr>
      <w:docPartBody>
        <w:p w:rsidR="00123EC5" w:rsidRDefault="004B4B67">
          <w:r w:rsidRPr="00192414">
            <w:rPr>
              <w:rStyle w:val="Kohatitetekst"/>
            </w:rPr>
            <w:t>[Registreerimise kuupäev]</w:t>
          </w:r>
        </w:p>
      </w:docPartBody>
    </w:docPart>
    <w:docPart>
      <w:docPartPr>
        <w:name w:val="13AD8CBD24A746B5BCE34435A25E09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82750A-E991-4503-AA11-D9703FB40F3F}"/>
      </w:docPartPr>
      <w:docPartBody>
        <w:p w:rsidR="00123EC5" w:rsidRDefault="004B4B67">
          <w:r w:rsidRPr="00192414">
            <w:rPr>
              <w:rStyle w:val="Kohatitetekst"/>
            </w:rPr>
            <w:t>[Registreerimisnumber]</w:t>
          </w:r>
        </w:p>
      </w:docPartBody>
    </w:docPart>
    <w:docPart>
      <w:docPartPr>
        <w:name w:val="24C29C4DA7624B9D96E93A1B2D35FCB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FA0BDE-EE2F-4D64-96D4-4160B33C898D}"/>
      </w:docPartPr>
      <w:docPartBody>
        <w:p w:rsidR="00123EC5" w:rsidRDefault="004B4B67" w:rsidP="004B4B67">
          <w:pPr>
            <w:pStyle w:val="24C29C4DA7624B9D96E93A1B2D35FCB7"/>
          </w:pPr>
          <w:r w:rsidRPr="00192414">
            <w:rPr>
              <w:rStyle w:val="Kohatitetekst"/>
            </w:rPr>
            <w:t>[Allkirjastaja amet/roll]</w:t>
          </w:r>
        </w:p>
      </w:docPartBody>
    </w:docPart>
    <w:docPart>
      <w:docPartPr>
        <w:name w:val="8A166F30C32743F7A7DC2BD79E7F51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2171115-3D0F-4E18-AE93-B10549302319}"/>
      </w:docPartPr>
      <w:docPartBody>
        <w:p w:rsidR="005824D1" w:rsidRDefault="00FB2717">
          <w:r w:rsidRPr="007D6022">
            <w:rPr>
              <w:rStyle w:val="Kohatitetekst"/>
            </w:rPr>
            <w:t>[Alus]</w:t>
          </w:r>
        </w:p>
      </w:docPartBody>
    </w:docPart>
    <w:docPart>
      <w:docPartPr>
        <w:name w:val="00681AE3278F4834ADF8F8D65A6EF7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EFD5B2-4B8C-4CBC-956F-F0E835DEE46D}"/>
      </w:docPartPr>
      <w:docPartBody>
        <w:p w:rsidR="005824D1" w:rsidRDefault="00FB2717">
          <w:r w:rsidRPr="007D6022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D5D"/>
    <w:rsid w:val="00051781"/>
    <w:rsid w:val="00123EC5"/>
    <w:rsid w:val="00161170"/>
    <w:rsid w:val="00306EFC"/>
    <w:rsid w:val="00325D5D"/>
    <w:rsid w:val="003755EB"/>
    <w:rsid w:val="00490826"/>
    <w:rsid w:val="004B4B67"/>
    <w:rsid w:val="00524A1C"/>
    <w:rsid w:val="005824D1"/>
    <w:rsid w:val="00853BAA"/>
    <w:rsid w:val="008926B3"/>
    <w:rsid w:val="008A7B76"/>
    <w:rsid w:val="00920941"/>
    <w:rsid w:val="009D0D0F"/>
    <w:rsid w:val="009F63F2"/>
    <w:rsid w:val="00A353FE"/>
    <w:rsid w:val="00A81C55"/>
    <w:rsid w:val="00B6135B"/>
    <w:rsid w:val="00B62D79"/>
    <w:rsid w:val="00BE4DB3"/>
    <w:rsid w:val="00C362A0"/>
    <w:rsid w:val="00C923B2"/>
    <w:rsid w:val="00CA0CA0"/>
    <w:rsid w:val="00CB227E"/>
    <w:rsid w:val="00D5671B"/>
    <w:rsid w:val="00D752B2"/>
    <w:rsid w:val="00E754E7"/>
    <w:rsid w:val="00EF74EE"/>
    <w:rsid w:val="00F569F5"/>
    <w:rsid w:val="00FB2717"/>
    <w:rsid w:val="00FE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B2717"/>
    <w:rPr>
      <w:color w:val="808080"/>
    </w:rPr>
  </w:style>
  <w:style w:type="paragraph" w:customStyle="1" w:styleId="BC5F034C103C4C71A1EB8B21AB938531">
    <w:name w:val="BC5F034C103C4C71A1EB8B21AB938531"/>
    <w:rsid w:val="00325D5D"/>
  </w:style>
  <w:style w:type="paragraph" w:customStyle="1" w:styleId="24C29C4DA7624B9D96E93A1B2D35FCB7">
    <w:name w:val="24C29C4DA7624B9D96E93A1B2D35FCB7"/>
    <w:rsid w:val="004B4B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1580" fp:containerId="228b4970-73de-44a4-83e2-9513be360001" fp:lcid="1061" ma:contentTypeName="Lisamaterjal">
  <xs:schema xmlns:f="7bd34741-db61-469f-8dbb-1630052207ff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Summary" minOccurs="0"/>
                <xs:element ref="f:RMFolderChain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Allkirjastaja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egNr" minOccurs="0"/>
                <xs:element ref="f:RMAccessRestrictionFromSender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Allkirjastaja_x0020_amet_x002F_roll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7bd34741-db61-469f-8dbb-1630052207ff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ummary" ma:displayName="Lühikirjeldus" ma:index="4" ma:internalName="Summary" nillable="true" fp:namespace="228B497073DE44A483E29513BE360001" fp:type="String">
      <xs:simpleType>
        <xs:restriction base="dms:Text"/>
      </xs:simpleType>
    </xs:element>
    <xs:element name="RMFolderChain" ma:displayName="RMFolderChain" ma:index="5" ma:internalName="RMFolderChain" nillable="true" ma:readOnly="true" fp:namespace="228B497073DE44A483E29513BE360001" fp:type="String">
      <xs:simpleType>
        <xs:restriction base="dms:Text"/>
      </xs:simpleType>
    </xs:element>
    <xs:element name="RMAccessRestriction" ma:displayName="Juurdepääsupiirang" ma:index="6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7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8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9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10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11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12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13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14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15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16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17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18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19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20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21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22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2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24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25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26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27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29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30" ma:internalName="Allkirjastaja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31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32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33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34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egNr" ma:displayName="RegNr" ma:index="35" ma:internalName="RegNr" nillable="true" fp:namespace="228B497073DE44A483E29513BE360001" fp:type="String">
      <xs:simpleType>
        <xs:restriction base="dms:Text">
          <xs:maxLength value="255"/>
        </xs:restriction>
      </xs:simpleType>
    </xs:element>
    <xs:element name="RMAccessRestrictionFromSender" ma:displayName="RMAccessRestrictionFromSender" ma:index="36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37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38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9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40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41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42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Allkirjastaja_x0020_amet_x002F_roll" ma:displayName="Allkirjastaja amet/roll" ma:index="43" ma:internalName="Allkirjastaja_x0020_amet_x002F_roll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p:properties xmlns:p="http://schemas.microsoft.com/office/2006/metadata/properties">
  <documentManagement xmlns:xsi="http://www.w3.org/2001/XMLSchema-instance">
    <RMUniqueID xmlns="7bd34741-db61-469f-8dbb-1630052207ff">d1c30786-795d-48e4-a573-91938e87ef2a</RMUniqueID>
    <RMTitle xmlns="7bd34741-db61-469f-8dbb-1630052207ff"/>
    <RMRegistrationDate xmlns="7bd34741-db61-469f-8dbb-1630052207ff">2025-04-29T10:16:05.9340098Z</RMRegistrationDate>
    <RMReferenceCode xmlns="7bd34741-db61-469f-8dbb-1630052207ff" xsi:nil="true"/>
    <Summary xmlns="7bd34741-db61-469f-8dbb-1630052207ff" xsi:nil="true"/>
    <RMFolderChain xmlns="7bd34741-db61-469f-8dbb-1630052207ff" xsi:nil="true"/>
    <RMAccessRestriction xmlns="7bd34741-db61-469f-8dbb-1630052207ff"/>
    <RMAccessRestrictedFrom xmlns="7bd34741-db61-469f-8dbb-1630052207ff" xsi:nil="true"/>
    <RMAccessRestrictedUntil xmlns="7bd34741-db61-469f-8dbb-1630052207ff" xsi:nil="true"/>
    <RMForPDF xmlns="7bd34741-db61-469f-8dbb-1630052207ff">true</RMForPDF>
    <RMPrimaryDocument xmlns="7bd34741-db61-469f-8dbb-1630052207ff" xsi:nil="true"/>
    <RMSubDocumentCount xmlns="7bd34741-db61-469f-8dbb-1630052207ff" xsi:nil="true"/>
    <RMInSigningContainer xmlns="7bd34741-db61-469f-8dbb-1630052207ff" xsi:nil="true"/>
    <RMForSigning xmlns="7bd34741-db61-469f-8dbb-1630052207ff" xsi:nil="true"/>
    <RMBackgroundInfo xmlns="7bd34741-db61-469f-8dbb-1630052207ff" xsi:nil="true"/>
    <RMForPublic xmlns="7bd34741-db61-469f-8dbb-1630052207ff" xsi:nil="true"/>
    <RMRevisionStatus xmlns="7bd34741-db61-469f-8dbb-1630052207ff" xsi:nil="true"/>
    <RMAddDocumentDataToFileName xmlns="7bd34741-db61-469f-8dbb-1630052207ff">false</RMAddDocumentDataToFileName>
    <RMOrderPosition xmlns="7bd34741-db61-469f-8dbb-1630052207ff" xsi:nil="true"/>
    <RMAccessRestrictionOwner xmlns="7bd34741-db61-469f-8dbb-1630052207ff">Joel Peetsu</RMAccessRestrictionOwner>
    <RMAccessRestrictionLevel xmlns="7bd34741-db61-469f-8dbb-1630052207ff">Avalik</RMAccessRestrictionLevel>
    <RMAccessRestrictionReason xmlns="7bd34741-db61-469f-8dbb-1630052207ff" xsi:nil="true"/>
    <RMAccessRestrictionNotificationTime xmlns="7bd34741-db61-469f-8dbb-1630052207ff" xsi:nil="true"/>
    <RMAccessRestrictionDate xmlns="7bd34741-db61-469f-8dbb-1630052207ff" xsi:nil="true"/>
    <RMAccessRestrictionEndEvent xmlns="7bd34741-db61-469f-8dbb-1630052207ff" xsi:nil="true"/>
    <RMAccessRestrictionDuration xmlns="7bd34741-db61-469f-8dbb-1630052207ff" xsi:nil="true"/>
    <RMInheritedFields xmlns="7bd34741-db61-469f-8dbb-1630052207ff">RMAccessRestrictionReason;RMAccessRestrictionLevel;RMAccessRestrictionEndEvent;RMAccessRestrictionDate;RMAccessRestrictionDuration</RMInheritedFields>
    <Telefon xmlns="7bd34741-db61-469f-8dbb-1630052207ff" xsi:nil="true"/>
    <RMPublishedDocumentUniqueId xmlns="7bd34741-db61-469f-8dbb-1630052207ff" xsi:nil="true"/>
    <RMPaperDocumentRetentionSchedule xmlns="7bd34741-db61-469f-8dbb-1630052207ff" xsi:nil="true"/>
    <Allkirjastaja xmlns="7bd34741-db61-469f-8dbb-1630052207ff" xsi:nil="true"/>
    <RMAccessRestrictionOwnerTemp xmlns="7bd34741-db61-469f-8dbb-1630052207ff" xsi:nil="true"/>
    <RMAccessRestrictionOwnerTempUntil xmlns="7bd34741-db61-469f-8dbb-1630052207ff" xsi:nil="true"/>
    <RMAccessRestrictionExtended xmlns="7bd34741-db61-469f-8dbb-1630052207ff" xsi:nil="true"/>
    <RMAccessRestrictionLastExtensionResolution xmlns="7bd34741-db61-469f-8dbb-1630052207ff" xsi:nil="true"/>
    <RegNr xmlns="7bd34741-db61-469f-8dbb-1630052207ff">7-21/25/7104</RegNr>
    <RMAccessRestrictionFromSender xmlns="7bd34741-db61-469f-8dbb-1630052207ff" xsi:nil="true"/>
    <RMExternalAccessRestrictionNotificationTime xmlns="7bd34741-db61-469f-8dbb-1630052207ff" xsi:nil="true"/>
    <RMRetentionDeadline xmlns="7bd34741-db61-469f-8dbb-1630052207ff" xsi:nil="true"/>
    <RMNotes xmlns="7bd34741-db61-469f-8dbb-1630052207ff">Kairi Jõgis (i.k. 47501140344), kairi.jogis@gmail.com</RMNotes>
    <RMShouldArchiveFilesOnRegistration xmlns="7bd34741-db61-469f-8dbb-1630052207ff">false</RMShouldArchiveFilesOnRegistration>
    <RMKeywords xmlns="7bd34741-db61-469f-8dbb-1630052207ff" xsi:nil="true"/>
    <RMStatus xmlns="7bd34741-db61-469f-8dbb-1630052207ff">Captured</RMStatus>
    <Allkirjastaja_x0020_amet_x002F_roll xmlns="7bd34741-db61-469f-8dbb-1630052207ff">Maade omandamise ja maakorralduse osakonna juhataja</Allkirjastaja_x0020_amet_x002F_roll>
  </documentManagement>
</p:properties>
</file>

<file path=customXml/itemProps1.xml><?xml version="1.0" encoding="utf-8"?>
<ds:datastoreItem xmlns:ds="http://schemas.openxmlformats.org/officeDocument/2006/customXml" ds:itemID="{FD41A46F-EAFB-4DE2-BA56-0B362266B940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7bd34741-db61-469f-8dbb-1630052207ff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D7C185D4-A6F2-4819-A277-5D4B53930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6AF86-15D5-433F-8CED-88A8BA624E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C42BA-30FB-4168-B0CA-DEFA651172E7}">
  <ds:schemaRefs>
    <ds:schemaRef ds:uri="http://schemas.microsoft.com/office/2006/metadata/properties"/>
    <ds:schemaRef ds:uri="7bd34741-db61-469f-8dbb-1630052207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21</TotalTime>
  <Pages>4</Pages>
  <Words>1412</Words>
  <Characters>10523</Characters>
  <Application>Microsoft Office Word</Application>
  <DocSecurity>0</DocSecurity>
  <Lines>87</Lines>
  <Paragraphs>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1. Maa- ja Ruumiameti korralduse eelnõu</vt:lpstr>
    </vt:vector>
  </TitlesOfParts>
  <Company/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Maa- ja Ruumiameti korralduse eelnõu</dc:title>
  <dc:subject/>
  <dc:creator>Joel Peetsu</dc:creator>
  <dc:description/>
  <cp:lastModifiedBy>Merje Krinal</cp:lastModifiedBy>
  <cp:revision>5</cp:revision>
  <cp:lastPrinted>2017-05-18T09:04:00Z</cp:lastPrinted>
  <dcterms:created xsi:type="dcterms:W3CDTF">2025-04-29T06:19:00Z</dcterms:created>
  <dcterms:modified xsi:type="dcterms:W3CDTF">2025-04-29T09:39:00Z</dcterms:modified>
</cp:coreProperties>
</file>